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980" type="#_x0000_t75">
            <v:imagedata r:id="rId6" o:title=""/>
          </v:shape>
        </w:pict>
      </w:r>
      <w:hyperlink r:id="rId7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3145: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NSR20131108:Unit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Testing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(OR*3.0*422)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  <w:position w:val="0"/>
          </w:rPr>
        </w:r>
      </w:hyperlink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Draft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96" w:lineRule="auto"/>
        <w:ind w:left="100" w:right="3288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(HP)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(HP)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8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46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Parent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Plan(s):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hyperlink r:id="rId9"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NSR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20131108:Remove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ListManager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Restrictions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on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Mnemonics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(OR*3.0*422)</w:t>
        </w:r>
        <w:r>
          <w:rPr>
            <w:rFonts w:ascii="Arial" w:hAnsi="Arial" w:cs="Arial" w:eastAsia="Arial"/>
            <w:sz w:val="16"/>
            <w:szCs w:val="16"/>
            <w:color w:val="000000"/>
            <w:spacing w:val="0"/>
            <w:w w:val="100"/>
          </w:rPr>
        </w:r>
      </w:hyperlink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set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cases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validates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remediated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level.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Developer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Suite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478" w:lineRule="auto"/>
        <w:ind w:left="100" w:right="8988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0004pt;margin-top:-24.692129pt;width:541.499995pt;height:13.599986pt;mso-position-horizontal-relative:page;mso-position-vertical-relative:paragraph;z-index:-979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727,-255l11530,-255e" filled="f" stroked="t" strokeweight=".666667pt" strokecolor="#E6E6E6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713,-229l11530,-229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454l715,-222e" filled="f" stroked="t" strokeweight=".5pt" strokecolor="#FFFFF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5.5pt;margin-top:1.653907pt;width:541.000001pt;height:22.606011pt;mso-position-horizontal-relative:page;mso-position-vertical-relative:paragraph;z-index:-978" coordorigin="710,33" coordsize="10820,452">
            <v:shape style="position:absolute;left:2143;top:33;width:585;height:117" type="#_x0000_t75">
              <v:imagedata r:id="rId10" o:title=""/>
            </v:shape>
            <v:group style="position:absolute;left:725;top:225;width:3590;height:220" coordorigin="725,225" coordsize="3590,220">
              <v:shape style="position:absolute;left:725;top:225;width:3590;height:220" coordorigin="725,225" coordsize="3590,220" path="m725,225l4315,225,4315,445,725,445,725,225e" filled="t" fillcolor="#E6E6E6" stroked="f">
                <v:path arrowok="t"/>
                <v:fill/>
              </v:shape>
            </v:group>
            <v:group style="position:absolute;left:717;top:192;width:3603;height:2" coordorigin="717,192" coordsize="3603,2">
              <v:shape style="position:absolute;left:717;top:192;width:3603;height:2" coordorigin="717,192" coordsize="3603,0" path="m718,192l4322,192e" filled="f" stroked="t" strokeweight=".666667pt" strokecolor="#E6E6E6">
                <v:path arrowok="t"/>
              </v:shape>
            </v:group>
            <v:group style="position:absolute;left:723;top:219;width:3593;height:2" coordorigin="723,219" coordsize="3593,2">
              <v:shape style="position:absolute;left:723;top:219;width:3593;height:2" coordorigin="723,219" coordsize="3593,0" path="m732,219l4325,219e" filled="f" stroked="t" strokeweight=".666667pt" strokecolor="#E6E6E6">
                <v:path arrowok="t"/>
              </v:shape>
            </v:group>
            <v:group style="position:absolute;left:723;top:452;width:3593;height:2" coordorigin="723,452" coordsize="3593,2">
              <v:shape style="position:absolute;left:723;top:452;width:3593;height:2" coordorigin="723,452" coordsize="3593,0" path="m727,452l4320,452e" filled="f" stroked="t" strokeweight=".666667pt" strokecolor="#E6E6E6">
                <v:path arrowok="t"/>
              </v:shape>
            </v:group>
            <v:group style="position:absolute;left:720;top:205;width:2;height:260" coordorigin="720,205" coordsize="2,260">
              <v:shape style="position:absolute;left:720;top:205;width:2;height:260" coordorigin="720,205" coordsize="0,260" path="m720,225l720,485e" filled="f" stroked="t" strokeweight=".5pt" strokecolor="#FFFFFF">
                <v:path arrowok="t"/>
              </v:shape>
            </v:group>
            <v:group style="position:absolute;left:4325;top:225;width:3590;height:220" coordorigin="4325,225" coordsize="3590,220">
              <v:shape style="position:absolute;left:4325;top:225;width:3590;height:220" coordorigin="4325,225" coordsize="3590,220" path="m4325,225l7915,225,7915,445,4325,445,4325,225e" filled="t" fillcolor="#E6E6E6" stroked="f">
                <v:path arrowok="t"/>
                <v:fill/>
              </v:shape>
            </v:group>
            <v:group style="position:absolute;left:4320;top:192;width:3600;height:2" coordorigin="4320,192" coordsize="3600,2">
              <v:shape style="position:absolute;left:4320;top:192;width:3600;height:2" coordorigin="4320,192" coordsize="3600,0" path="m4320,192l7920,192e" filled="f" stroked="t" strokeweight=".666667pt" strokecolor="#E6E6E6">
                <v:path arrowok="t"/>
              </v:shape>
            </v:group>
            <v:group style="position:absolute;left:4323;top:219;width:3593;height:2" coordorigin="4323,219" coordsize="3593,2">
              <v:shape style="position:absolute;left:4323;top:219;width:3593;height:2" coordorigin="4323,219" coordsize="3593,0" path="m4327,219l7920,219e" filled="f" stroked="t" strokeweight=".666667pt" strokecolor="#E6E6E6">
                <v:path arrowok="t"/>
              </v:shape>
            </v:group>
            <v:group style="position:absolute;left:4323;top:452;width:3593;height:2" coordorigin="4323,452" coordsize="3593,2">
              <v:shape style="position:absolute;left:4323;top:452;width:3593;height:2" coordorigin="4323,452" coordsize="3593,0" path="m4327,452l7920,452e" filled="f" stroked="t" strokeweight=".666667pt" strokecolor="#E6E6E6">
                <v:path arrowok="t"/>
              </v:shape>
            </v:group>
            <v:group style="position:absolute;left:7925;top:225;width:3590;height:220" coordorigin="7925,225" coordsize="3590,220">
              <v:shape style="position:absolute;left:7925;top:225;width:3590;height:220" coordorigin="7925,225" coordsize="3590,220" path="m7925,225l11515,225,11515,445,7925,445,7925,225e" filled="t" fillcolor="#E6E6E6" stroked="f">
                <v:path arrowok="t"/>
                <v:fill/>
              </v:shape>
            </v:group>
            <v:group style="position:absolute;left:7920;top:192;width:3603;height:2" coordorigin="7920,192" coordsize="3603,2">
              <v:shape style="position:absolute;left:7920;top:192;width:3603;height:2" coordorigin="7920,192" coordsize="3603,0" path="m7920,192l11523,192e" filled="f" stroked="t" strokeweight=".666667pt" strokecolor="#E6E6E6">
                <v:path arrowok="t"/>
              </v:shape>
            </v:group>
            <v:group style="position:absolute;left:7923;top:219;width:3593;height:2" coordorigin="7923,219" coordsize="3593,2">
              <v:shape style="position:absolute;left:7923;top:219;width:3593;height:2" coordorigin="7923,219" coordsize="3593,0" path="m7927,219l11520,219e" filled="f" stroked="t" strokeweight=".666667pt" strokecolor="#E6E6E6">
                <v:path arrowok="t"/>
              </v:shape>
            </v:group>
            <v:group style="position:absolute;left:11520;top:205;width:2;height:260" coordorigin="11520,205" coordsize="2,260">
              <v:shape style="position:absolute;left:11520;top:205;width:2;height:260" coordorigin="11520,205" coordsize="0,260" path="m11520,225l11520,485e" filled="f" stroked="t" strokeweight=".5pt" strokecolor="#FFFFFF">
                <v:path arrowok="t"/>
              </v:shape>
            </v:group>
            <v:group style="position:absolute;left:7923;top:452;width:3593;height:2" coordorigin="7923,452" coordsize="3593,2">
              <v:shape style="position:absolute;left:7923;top:452;width:3593;height:2" coordorigin="7923,452" coordsize="3593,0" path="m7927,452l11520,452e" filled="f" stroked="t" strokeweight=".666667pt" strokecolor="#E6E6E6">
                <v:path arrowok="t"/>
              </v:shape>
            </v:group>
            <v:group style="position:absolute;left:720;top:479;width:10800;height:2" coordorigin="720,479" coordsize="10800,2">
              <v:shape style="position:absolute;left:720;top:479;width:10800;height:2" coordorigin="720,479" coordsize="10800,0" path="m720,479l11520,479e" filled="f" stroked="t" strokeweight=".66667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76pt;width:541.0pt;height:18.400036pt;mso-position-horizontal-relative:page;mso-position-vertical-relative:paragraph;z-index:-977" coordorigin="710,454" coordsize="10820,368">
            <v:group style="position:absolute;left:725;top:494;width:638;height:288" coordorigin="725,494" coordsize="638,288">
              <v:shape style="position:absolute;left:725;top:494;width:638;height:288" coordorigin="725,494" coordsize="638,288" path="m725,494l1363,494,1363,782,725,782,725,494e" filled="t" fillcolor="#E6E6E6" stroked="f">
                <v:path arrowok="t"/>
                <v:fill/>
              </v:shape>
            </v:group>
            <v:group style="position:absolute;left:717;top:461;width:651;height:2" coordorigin="717,461" coordsize="651,2">
              <v:shape style="position:absolute;left:717;top:461;width:651;height:2" coordorigin="717,461" coordsize="651,0" path="m718,461l1370,461e" filled="f" stroked="t" strokeweight=".666667pt" strokecolor="#E6E6E6">
                <v:path arrowok="t"/>
              </v:shape>
            </v:group>
            <v:group style="position:absolute;left:723;top:487;width:641;height:2" coordorigin="723,487" coordsize="641,2">
              <v:shape style="position:absolute;left:723;top:487;width:641;height:2" coordorigin="723,487" coordsize="641,0" path="m732,487l1373,487e" filled="f" stroked="t" strokeweight=".666667pt" strokecolor="#E6E6E6">
                <v:path arrowok="t"/>
              </v:shape>
            </v:group>
            <v:group style="position:absolute;left:723;top:789;width:641;height:2" coordorigin="723,789" coordsize="641,2">
              <v:shape style="position:absolute;left:723;top:789;width:641;height:2" coordorigin="723,789" coordsize="641,0" path="m727,789l1368,789e" filled="f" stroked="t" strokeweight=".666667pt" strokecolor="#E6E6E6">
                <v:path arrowok="t"/>
              </v:shape>
            </v:group>
            <v:group style="position:absolute;left:720;top:474;width:2;height:328" coordorigin="720,474" coordsize="2,328">
              <v:shape style="position:absolute;left:720;top:474;width:2;height:328" coordorigin="720,474" coordsize="0,328" path="m720,494l720,822e" filled="f" stroked="t" strokeweight=".5pt" strokecolor="#FFFFFF">
                <v:path arrowok="t"/>
              </v:shape>
            </v:group>
            <v:group style="position:absolute;left:1373;top:494;width:638;height:288" coordorigin="1373,494" coordsize="638,288">
              <v:shape style="position:absolute;left:1373;top:494;width:638;height:288" coordorigin="1373,494" coordsize="638,288" path="m1373,494l2011,494,2011,782,1373,782,1373,494e" filled="t" fillcolor="#E6E6E6" stroked="f">
                <v:path arrowok="t"/>
                <v:fill/>
              </v:shape>
            </v:group>
            <v:group style="position:absolute;left:1368;top:461;width:648;height:2" coordorigin="1368,461" coordsize="648,2">
              <v:shape style="position:absolute;left:1368;top:461;width:648;height:2" coordorigin="1368,461" coordsize="648,0" path="m1368,461l2016,461e" filled="f" stroked="t" strokeweight=".666667pt" strokecolor="#E6E6E6">
                <v:path arrowok="t"/>
              </v:shape>
            </v:group>
            <v:group style="position:absolute;left:1371;top:487;width:641;height:2" coordorigin="1371,487" coordsize="641,2">
              <v:shape style="position:absolute;left:1371;top:487;width:641;height:2" coordorigin="1371,487" coordsize="641,0" path="m1375,487l2016,487e" filled="f" stroked="t" strokeweight=".666667pt" strokecolor="#E6E6E6">
                <v:path arrowok="t"/>
              </v:shape>
            </v:group>
            <v:group style="position:absolute;left:1371;top:789;width:641;height:2" coordorigin="1371,789" coordsize="641,2">
              <v:shape style="position:absolute;left:1371;top:789;width:641;height:2" coordorigin="1371,789" coordsize="641,0" path="m1375,789l2016,789e" filled="f" stroked="t" strokeweight=".666667pt" strokecolor="#E6E6E6">
                <v:path arrowok="t"/>
              </v:shape>
            </v:group>
            <v:group style="position:absolute;left:2021;top:494;width:638;height:288" coordorigin="2021,494" coordsize="638,288">
              <v:shape style="position:absolute;left:2021;top:494;width:638;height:288" coordorigin="2021,494" coordsize="638,288" path="m2021,494l2659,494,2659,782,2021,782,2021,494e" filled="t" fillcolor="#E6E6E6" stroked="f">
                <v:path arrowok="t"/>
                <v:fill/>
              </v:shape>
            </v:group>
            <v:group style="position:absolute;left:2016;top:461;width:648;height:2" coordorigin="2016,461" coordsize="648,2">
              <v:shape style="position:absolute;left:2016;top:461;width:648;height:2" coordorigin="2016,461" coordsize="648,0" path="m2016,461l2664,461e" filled="f" stroked="t" strokeweight=".666667pt" strokecolor="#E6E6E6">
                <v:path arrowok="t"/>
              </v:shape>
            </v:group>
            <v:group style="position:absolute;left:2019;top:487;width:641;height:2" coordorigin="2019,487" coordsize="641,2">
              <v:shape style="position:absolute;left:2019;top:487;width:641;height:2" coordorigin="2019,487" coordsize="641,0" path="m2023,487l2664,487e" filled="f" stroked="t" strokeweight=".666667pt" strokecolor="#E6E6E6">
                <v:path arrowok="t"/>
              </v:shape>
            </v:group>
            <v:group style="position:absolute;left:2019;top:789;width:641;height:2" coordorigin="2019,789" coordsize="641,2">
              <v:shape style="position:absolute;left:2019;top:789;width:641;height:2" coordorigin="2019,789" coordsize="641,0" path="m2023,789l2664,789e" filled="f" stroked="t" strokeweight=".666667pt" strokecolor="#E6E6E6">
                <v:path arrowok="t"/>
              </v:shape>
            </v:group>
            <v:group style="position:absolute;left:2669;top:494;width:1934;height:288" coordorigin="2669,494" coordsize="1934,288">
              <v:shape style="position:absolute;left:2669;top:494;width:1934;height:288" coordorigin="2669,494" coordsize="1934,288" path="m2669,494l4603,494,4603,782,2669,782,2669,494e" filled="t" fillcolor="#E6E6E6" stroked="f">
                <v:path arrowok="t"/>
                <v:fill/>
              </v:shape>
            </v:group>
            <v:group style="position:absolute;left:2664;top:461;width:1944;height:2" coordorigin="2664,461" coordsize="1944,2">
              <v:shape style="position:absolute;left:2664;top:461;width:1944;height:2" coordorigin="2664,461" coordsize="1944,0" path="m2664,461l4608,461e" filled="f" stroked="t" strokeweight=".666667pt" strokecolor="#E6E6E6">
                <v:path arrowok="t"/>
              </v:shape>
            </v:group>
            <v:group style="position:absolute;left:2667;top:487;width:1937;height:2" coordorigin="2667,487" coordsize="1937,2">
              <v:shape style="position:absolute;left:2667;top:487;width:1937;height:2" coordorigin="2667,487" coordsize="1937,0" path="m2671,487l4608,487e" filled="f" stroked="t" strokeweight=".666667pt" strokecolor="#E6E6E6">
                <v:path arrowok="t"/>
              </v:shape>
            </v:group>
            <v:group style="position:absolute;left:2667;top:789;width:1937;height:2" coordorigin="2667,789" coordsize="1937,2">
              <v:shape style="position:absolute;left:2667;top:789;width:1937;height:2" coordorigin="2667,789" coordsize="1937,0" path="m2671,789l4608,789e" filled="f" stroked="t" strokeweight=".666667pt" strokecolor="#E6E6E6">
                <v:path arrowok="t"/>
              </v:shape>
            </v:group>
            <v:group style="position:absolute;left:4613;top:494;width:1610;height:288" coordorigin="4613,494" coordsize="1610,288">
              <v:shape style="position:absolute;left:4613;top:494;width:1610;height:288" coordorigin="4613,494" coordsize="1610,288" path="m4613,494l6223,494,6223,782,4613,782,4613,494e" filled="t" fillcolor="#E6E6E6" stroked="f">
                <v:path arrowok="t"/>
                <v:fill/>
              </v:shape>
            </v:group>
            <v:group style="position:absolute;left:4608;top:461;width:1620;height:2" coordorigin="4608,461" coordsize="1620,2">
              <v:shape style="position:absolute;left:4608;top:461;width:1620;height:2" coordorigin="4608,461" coordsize="1620,0" path="m4608,461l6228,461e" filled="f" stroked="t" strokeweight=".666667pt" strokecolor="#E6E6E6">
                <v:path arrowok="t"/>
              </v:shape>
            </v:group>
            <v:group style="position:absolute;left:4611;top:487;width:1613;height:2" coordorigin="4611,487" coordsize="1613,2">
              <v:shape style="position:absolute;left:4611;top:487;width:1613;height:2" coordorigin="4611,487" coordsize="1613,0" path="m4615,487l6228,487e" filled="f" stroked="t" strokeweight=".666667pt" strokecolor="#E6E6E6">
                <v:path arrowok="t"/>
              </v:shape>
            </v:group>
            <v:group style="position:absolute;left:4611;top:789;width:1613;height:2" coordorigin="4611,789" coordsize="1613,2">
              <v:shape style="position:absolute;left:4611;top:789;width:1613;height:2" coordorigin="4611,789" coordsize="1613,0" path="m4615,789l6228,789e" filled="f" stroked="t" strokeweight=".666667pt" strokecolor="#E6E6E6">
                <v:path arrowok="t"/>
              </v:shape>
            </v:group>
            <v:group style="position:absolute;left:6233;top:494;width:962;height:288" coordorigin="6233,494" coordsize="962,288">
              <v:shape style="position:absolute;left:6233;top:494;width:962;height:288" coordorigin="6233,494" coordsize="962,288" path="m6233,494l7195,494,7195,782,6233,782,6233,494e" filled="t" fillcolor="#E6E6E6" stroked="f">
                <v:path arrowok="t"/>
                <v:fill/>
              </v:shape>
            </v:group>
            <v:group style="position:absolute;left:6228;top:461;width:972;height:2" coordorigin="6228,461" coordsize="972,2">
              <v:shape style="position:absolute;left:6228;top:461;width:972;height:2" coordorigin="6228,461" coordsize="972,0" path="m6228,461l7200,461e" filled="f" stroked="t" strokeweight=".666667pt" strokecolor="#E6E6E6">
                <v:path arrowok="t"/>
              </v:shape>
            </v:group>
            <v:group style="position:absolute;left:6231;top:487;width:965;height:2" coordorigin="6231,487" coordsize="965,2">
              <v:shape style="position:absolute;left:6231;top:487;width:965;height:2" coordorigin="6231,487" coordsize="965,0" path="m6235,487l7200,487e" filled="f" stroked="t" strokeweight=".666667pt" strokecolor="#E6E6E6">
                <v:path arrowok="t"/>
              </v:shape>
            </v:group>
            <v:group style="position:absolute;left:6231;top:789;width:965;height:2" coordorigin="6231,789" coordsize="965,2">
              <v:shape style="position:absolute;left:6231;top:789;width:965;height:2" coordorigin="6231,789" coordsize="965,0" path="m6235,789l7200,789e" filled="f" stroked="t" strokeweight=".666667pt" strokecolor="#E6E6E6">
                <v:path arrowok="t"/>
              </v:shape>
            </v:group>
            <v:group style="position:absolute;left:7205;top:494;width:962;height:288" coordorigin="7205,494" coordsize="962,288">
              <v:shape style="position:absolute;left:7205;top:494;width:962;height:288" coordorigin="7205,494" coordsize="962,288" path="m7205,494l8167,494,8167,782,7205,782,7205,494e" filled="t" fillcolor="#E6E6E6" stroked="f">
                <v:path arrowok="t"/>
                <v:fill/>
              </v:shape>
            </v:group>
            <v:group style="position:absolute;left:7200;top:461;width:972;height:2" coordorigin="7200,461" coordsize="972,2">
              <v:shape style="position:absolute;left:7200;top:461;width:972;height:2" coordorigin="7200,461" coordsize="972,0" path="m7200,461l8172,461e" filled="f" stroked="t" strokeweight=".666667pt" strokecolor="#E6E6E6">
                <v:path arrowok="t"/>
              </v:shape>
            </v:group>
            <v:group style="position:absolute;left:7203;top:487;width:965;height:2" coordorigin="7203,487" coordsize="965,2">
              <v:shape style="position:absolute;left:7203;top:487;width:965;height:2" coordorigin="7203,487" coordsize="965,0" path="m7207,487l8172,487e" filled="f" stroked="t" strokeweight=".666667pt" strokecolor="#E6E6E6">
                <v:path arrowok="t"/>
              </v:shape>
            </v:group>
            <v:group style="position:absolute;left:7203;top:789;width:965;height:2" coordorigin="7203,789" coordsize="965,2">
              <v:shape style="position:absolute;left:7203;top:789;width:965;height:2" coordorigin="7203,789" coordsize="965,0" path="m7207,789l8172,789e" filled="f" stroked="t" strokeweight=".666667pt" strokecolor="#E6E6E6">
                <v:path arrowok="t"/>
              </v:shape>
            </v:group>
            <v:group style="position:absolute;left:8177;top:494;width:1826;height:288" coordorigin="8177,494" coordsize="1826,288">
              <v:shape style="position:absolute;left:8177;top:494;width:1826;height:288" coordorigin="8177,494" coordsize="1826,288" path="m8177,494l10003,494,10003,782,8177,782,8177,494e" filled="t" fillcolor="#E6E6E6" stroked="f">
                <v:path arrowok="t"/>
                <v:fill/>
              </v:shape>
            </v:group>
            <v:group style="position:absolute;left:8172;top:461;width:1836;height:2" coordorigin="8172,461" coordsize="1836,2">
              <v:shape style="position:absolute;left:8172;top:461;width:1836;height:2" coordorigin="8172,461" coordsize="1836,0" path="m8172,461l10008,461e" filled="f" stroked="t" strokeweight=".666667pt" strokecolor="#E6E6E6">
                <v:path arrowok="t"/>
              </v:shape>
            </v:group>
            <v:group style="position:absolute;left:8175;top:487;width:1829;height:2" coordorigin="8175,487" coordsize="1829,2">
              <v:shape style="position:absolute;left:8175;top:487;width:1829;height:2" coordorigin="8175,487" coordsize="1829,0" path="m8179,487l10008,487e" filled="f" stroked="t" strokeweight=".666667pt" strokecolor="#E6E6E6">
                <v:path arrowok="t"/>
              </v:shape>
            </v:group>
            <v:group style="position:absolute;left:8175;top:789;width:1829;height:2" coordorigin="8175,789" coordsize="1829,2">
              <v:shape style="position:absolute;left:8175;top:789;width:1829;height:2" coordorigin="8175,789" coordsize="1829,0" path="m8179,789l10008,789e" filled="f" stroked="t" strokeweight=".666667pt" strokecolor="#E6E6E6">
                <v:path arrowok="t"/>
              </v:shape>
            </v:group>
            <v:group style="position:absolute;left:10013;top:494;width:746;height:288" coordorigin="10013,494" coordsize="746,288">
              <v:shape style="position:absolute;left:10013;top:494;width:746;height:288" coordorigin="10013,494" coordsize="746,288" path="m10013,494l10759,494,10759,782,10013,782,10013,494e" filled="t" fillcolor="#E6E6E6" stroked="f">
                <v:path arrowok="t"/>
                <v:fill/>
              </v:shape>
            </v:group>
            <v:group style="position:absolute;left:10008;top:461;width:756;height:2" coordorigin="10008,461" coordsize="756,2">
              <v:shape style="position:absolute;left:10008;top:461;width:756;height:2" coordorigin="10008,461" coordsize="756,0" path="m10008,461l10764,461e" filled="f" stroked="t" strokeweight=".666667pt" strokecolor="#E6E6E6">
                <v:path arrowok="t"/>
              </v:shape>
            </v:group>
            <v:group style="position:absolute;left:10011;top:487;width:749;height:2" coordorigin="10011,487" coordsize="749,2">
              <v:shape style="position:absolute;left:10011;top:487;width:749;height:2" coordorigin="10011,487" coordsize="749,0" path="m10015,487l10764,487e" filled="f" stroked="t" strokeweight=".666667pt" strokecolor="#E6E6E6">
                <v:path arrowok="t"/>
              </v:shape>
            </v:group>
            <v:group style="position:absolute;left:10011;top:789;width:749;height:2" coordorigin="10011,789" coordsize="749,2">
              <v:shape style="position:absolute;left:10011;top:789;width:749;height:2" coordorigin="10011,789" coordsize="749,0" path="m10015,789l10764,789e" filled="f" stroked="t" strokeweight=".666667pt" strokecolor="#E6E6E6">
                <v:path arrowok="t"/>
              </v:shape>
            </v:group>
            <v:group style="position:absolute;left:10769;top:494;width:746;height:288" coordorigin="10769,494" coordsize="746,288">
              <v:shape style="position:absolute;left:10769;top:494;width:746;height:288" coordorigin="10769,494" coordsize="746,288" path="m10769,494l11515,494,11515,782,10769,782,10769,494e" filled="t" fillcolor="#E6E6E6" stroked="f">
                <v:path arrowok="t"/>
                <v:fill/>
              </v:shape>
            </v:group>
            <v:group style="position:absolute;left:10764;top:461;width:759;height:2" coordorigin="10764,461" coordsize="759,2">
              <v:shape style="position:absolute;left:10764;top:461;width:759;height:2" coordorigin="10764,461" coordsize="759,0" path="m10764,461l11523,461e" filled="f" stroked="t" strokeweight=".666667pt" strokecolor="#E6E6E6">
                <v:path arrowok="t"/>
              </v:shape>
            </v:group>
            <v:group style="position:absolute;left:10767;top:487;width:749;height:2" coordorigin="10767,487" coordsize="749,2">
              <v:shape style="position:absolute;left:10767;top:487;width:749;height:2" coordorigin="10767,487" coordsize="749,0" path="m10771,487l11520,487e" filled="f" stroked="t" strokeweight=".666667pt" strokecolor="#E6E6E6">
                <v:path arrowok="t"/>
              </v:shape>
            </v:group>
            <v:group style="position:absolute;left:11520;top:474;width:2;height:328" coordorigin="11520,474" coordsize="2,328">
              <v:shape style="position:absolute;left:11520;top:474;width:2;height:328" coordorigin="11520,474" coordsize="0,328" path="m11520,494l11520,822e" filled="f" stroked="t" strokeweight=".5pt" strokecolor="#FFFFFF">
                <v:path arrowok="t"/>
              </v:shape>
            </v:group>
            <v:group style="position:absolute;left:10767;top:789;width:749;height:2" coordorigin="10767,789" coordsize="749,2">
              <v:shape style="position:absolute;left:10767;top:789;width:749;height:2" coordorigin="10767,789" coordsize="749,0" path="m10771,789l11520,789e" filled="f" stroked="t" strokeweight=".666667pt" strokecolor="#E6E6E6">
                <v:path arrowok="t"/>
              </v:shape>
            </v:group>
            <v:group style="position:absolute;left:720;top:815;width:10800;height:2" coordorigin="720,815" coordsize="10800,2">
              <v:shape style="position:absolute;left:720;top:815;width:10800;height:2" coordorigin="720,815" coordsize="10800,0" path="m720,815l11520,815e" filled="f" stroked="t" strokeweight=".666698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Cases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pgMar w:footer="979" w:top="1360" w:bottom="1160" w:left="620" w:right="640"/>
          <w:footerReference w:type="default" r:id="rId5"/>
          <w:type w:val="continuous"/>
          <w:pgSz w:w="12240" w:h="15840"/>
        </w:sectPr>
      </w:pPr>
      <w:rPr/>
    </w:p>
    <w:p>
      <w:pPr>
        <w:spacing w:before="44" w:after="0" w:line="240" w:lineRule="auto"/>
        <w:ind w:left="205" w:right="-6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2.592003pt;margin-top:2.694932pt;width:37.957999pt;height:14.4pt;mso-position-horizontal-relative:page;mso-position-vertical-relative:paragraph;z-index:-981" type="#_x0000_t202" filled="f" stroked="f">
            <v:textbox inset="0,0,0,0">
              <w:txbxContent>
                <w:p>
                  <w:pPr>
                    <w:spacing w:before="0" w:after="0" w:line="128" w:lineRule="exact"/>
                    <w:ind w:right="-20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666666"/>
                      <w:spacing w:val="0"/>
                      <w:w w:val="100"/>
                      <w:b/>
                      <w:bCs/>
                    </w:rPr>
                    <w:t>on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Executi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Order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tabs>
          <w:tab w:pos="480" w:val="left"/>
          <w:tab w:pos="3020" w:val="left"/>
          <w:tab w:pos="4640" w:val="left"/>
          <w:tab w:pos="6580" w:val="left"/>
          <w:tab w:pos="8420" w:val="left"/>
          <w:tab w:pos="91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Case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Team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Area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2" w:equalWidth="0">
            <w:col w:w="632" w:space="430"/>
            <w:col w:w="9918"/>
          </w:cols>
        </w:sectPr>
      </w:pPr>
      <w:rPr/>
    </w:p>
    <w:p>
      <w:pPr>
        <w:spacing w:before="74" w:after="0" w:line="113" w:lineRule="exact"/>
        <w:ind w:left="2115" w:right="2074"/>
        <w:jc w:val="center"/>
        <w:rPr>
          <w:rFonts w:ascii="Arial" w:hAnsi="Arial" w:cs="Arial" w:eastAsia="Arial"/>
          <w:sz w:val="12"/>
          <w:szCs w:val="12"/>
        </w:rPr>
      </w:pPr>
      <w:rPr/>
      <w:r>
        <w:rPr/>
        <w:pict>
          <v:shape style="position:absolute;margin-left:115.5pt;margin-top:6.773935pt;width:8pt;height:8pt;mso-position-horizontal-relative:page;mso-position-vertical-relative:paragraph;z-index:-975" type="#_x0000_t75">
            <v:imagedata r:id="rId11" o:title=""/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1pt;margin-top:8.066047pt;width:54.440001pt;height:6pt;mso-position-horizontal-relative:page;mso-position-vertical-relative:paragraph;z-index:-972" type="#_x0000_t202" filled="f" stroked="f">
            <v:textbox inset="0,0,0,0">
              <w:txbxContent>
                <w:p>
                  <w:pPr>
                    <w:spacing w:before="0" w:after="0" w:line="120" w:lineRule="exact"/>
                    <w:ind w:right="-58"/>
                    <w:jc w:val="left"/>
                    <w:tabs>
                      <w:tab w:pos="740" w:val="left"/>
                    </w:tabs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spacing w:val="0"/>
                      <w:w w:val="100"/>
                    </w:rPr>
                    <w:t>1</w:t>
                    <w:tab/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spacing w:val="0"/>
                      <w:w w:val="100"/>
                    </w:rPr>
                  </w:r>
                  <w:hyperlink r:id="rId12">
                    <w:r>
                      <w:rPr>
                        <w:rFonts w:ascii="Arial" w:hAnsi="Arial" w:cs="Arial" w:eastAsia="Arial"/>
                        <w:sz w:val="12"/>
                        <w:szCs w:val="12"/>
                        <w:color w:val="3087B3"/>
                        <w:spacing w:val="0"/>
                        <w:w w:val="100"/>
                      </w:rPr>
                      <w:t>92359</w:t>
                    </w:r>
                    <w:r>
                      <w:rPr>
                        <w:rFonts w:ascii="Arial" w:hAnsi="Arial" w:cs="Arial" w:eastAsia="Arial"/>
                        <w:sz w:val="12"/>
                        <w:szCs w:val="12"/>
                        <w:color w:val="000000"/>
                        <w:spacing w:val="0"/>
                        <w:w w:val="100"/>
                      </w:rPr>
                    </w:r>
                  </w:hyperlink>
                </w:p>
              </w:txbxContent>
            </v:textbox>
          </v:shape>
        </w:pict>
      </w:r>
      <w:hyperlink r:id="rId13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Check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that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Valid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Characters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are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  <w:position w:val="0"/>
          </w:rPr>
        </w:r>
      </w:hyperlink>
    </w:p>
    <w:p>
      <w:pPr>
        <w:spacing w:before="0" w:after="0" w:line="167" w:lineRule="exact"/>
        <w:ind w:left="2144" w:right="-69"/>
        <w:jc w:val="left"/>
        <w:tabs>
          <w:tab w:pos="4080" w:val="left"/>
          <w:tab w:pos="570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10.812224pt;width:539.999999pt;height:.1pt;mso-position-horizontal-relative:page;mso-position-vertical-relative:paragraph;z-index:-976" coordorigin="720,216" coordsize="10800,2">
            <v:shape style="position:absolute;left:720;top:216;width:10800;height:2" coordorigin="720,216" coordsize="10800,0" path="m720,216l11520,216e" filled="f" stroked="t" strokeweight=".500031pt" strokecolor="#DFDFDF">
              <v:path arrowok="t"/>
            </v:shape>
          </v:group>
          <w10:wrap type="none"/>
        </w:pict>
      </w:r>
      <w:hyperlink r:id="rId14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1"/>
          </w:rPr>
          <w:t>Accepted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1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1"/>
          </w:rPr>
          <w:t>in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1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1"/>
          </w:rPr>
          <w:t>Order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1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1"/>
          </w:rPr>
          <w:t>Menu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1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1"/>
          </w:rPr>
          <w:t>Edit</w:t>
          <w:tab/>
        </w:r>
      </w:hyperlink>
      <w:hyperlink r:id="rId15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6"/>
          </w:rPr>
          <w:t>Dev1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6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6"/>
          </w:rPr>
          <w:t>Gold2</w:t>
          <w:tab/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6"/>
          </w:rPr>
        </w:r>
      </w:hyperlink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Draft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74" w:after="0" w:line="240" w:lineRule="auto"/>
        <w:ind w:right="-6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hyperlink r:id="rId16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Check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that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Valid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Characters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are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6" w:after="0" w:line="135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hyperlink r:id="rId17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Accepted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in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Order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Menu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Edit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74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Nov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11,</w:t>
      </w:r>
    </w:p>
    <w:p>
      <w:pPr>
        <w:spacing w:before="6" w:after="0" w:line="135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2015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3" w:equalWidth="0">
            <w:col w:w="5969" w:space="1683"/>
            <w:col w:w="1701" w:space="135"/>
            <w:col w:w="1492"/>
          </w:cols>
        </w:sectPr>
      </w:pPr>
      <w:rPr/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4pt;width:540.999999pt;height:15.000049pt;mso-position-horizontal-relative:page;mso-position-vertical-relative:paragraph;z-index:-974" coordorigin="710,454" coordsize="10820,300">
            <v:group style="position:absolute;left:725;top:494;width:962;height:220" coordorigin="725,494" coordsize="962,220">
              <v:shape style="position:absolute;left:725;top:494;width:962;height:220" coordorigin="725,494" coordsize="962,220" path="m725,494l1687,494,1687,714,725,714,725,494e" filled="t" fillcolor="#E6E6E6" stroked="f">
                <v:path arrowok="t"/>
                <v:fill/>
              </v:shape>
            </v:group>
            <v:group style="position:absolute;left:717;top:461;width:975;height:2" coordorigin="717,461" coordsize="975,2">
              <v:shape style="position:absolute;left:717;top:461;width:975;height:2" coordorigin="717,461" coordsize="975,0" path="m718,461l1694,461e" filled="f" stroked="t" strokeweight=".666667pt" strokecolor="#E6E6E6">
                <v:path arrowok="t"/>
              </v:shape>
            </v:group>
            <v:group style="position:absolute;left:723;top:487;width:965;height:2" coordorigin="723,487" coordsize="965,2">
              <v:shape style="position:absolute;left:723;top:487;width:965;height:2" coordorigin="723,487" coordsize="965,0" path="m732,487l1697,487e" filled="f" stroked="t" strokeweight=".666667pt" strokecolor="#E6E6E6">
                <v:path arrowok="t"/>
              </v:shape>
            </v:group>
            <v:group style="position:absolute;left:723;top:721;width:965;height:2" coordorigin="723,721" coordsize="965,2">
              <v:shape style="position:absolute;left:723;top:721;width:965;height:2" coordorigin="723,721" coordsize="965,0" path="m727,721l1692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697;top:494;width:1286;height:220" coordorigin="1697,494" coordsize="1286,220">
              <v:shape style="position:absolute;left:1697;top:494;width:1286;height:220" coordorigin="1697,494" coordsize="1286,220" path="m1697,494l2983,494,2983,714,1697,714,1697,494e" filled="t" fillcolor="#E6E6E6" stroked="f">
                <v:path arrowok="t"/>
                <v:fill/>
              </v:shape>
            </v:group>
            <v:group style="position:absolute;left:1692;top:461;width:1296;height:2" coordorigin="1692,461" coordsize="1296,2">
              <v:shape style="position:absolute;left:1692;top:461;width:1296;height:2" coordorigin="1692,461" coordsize="1296,0" path="m1692,461l2988,461e" filled="f" stroked="t" strokeweight=".666667pt" strokecolor="#E6E6E6">
                <v:path arrowok="t"/>
              </v:shape>
            </v:group>
            <v:group style="position:absolute;left:1695;top:487;width:1289;height:2" coordorigin="1695,487" coordsize="1289,2">
              <v:shape style="position:absolute;left:1695;top:487;width:1289;height:2" coordorigin="1695,487" coordsize="1289,0" path="m1699,487l2988,487e" filled="f" stroked="t" strokeweight=".666667pt" strokecolor="#E6E6E6">
                <v:path arrowok="t"/>
              </v:shape>
            </v:group>
            <v:group style="position:absolute;left:1695;top:721;width:1289;height:2" coordorigin="1695,721" coordsize="1289,2">
              <v:shape style="position:absolute;left:1695;top:721;width:1289;height:2" coordorigin="1695,721" coordsize="1289,0" path="m1699,721l2988,721e" filled="f" stroked="t" strokeweight=".666667pt" strokecolor="#E6E6E6">
                <v:path arrowok="t"/>
              </v:shape>
            </v:group>
            <v:group style="position:absolute;left:2993;top:494;width:1718;height:220" coordorigin="2993,494" coordsize="1718,220">
              <v:shape style="position:absolute;left:2993;top:494;width:1718;height:220" coordorigin="2993,494" coordsize="1718,220" path="m2993,494l4711,494,4711,714,2993,714,2993,494e" filled="t" fillcolor="#E6E6E6" stroked="f">
                <v:path arrowok="t"/>
                <v:fill/>
              </v:shape>
            </v:group>
            <v:group style="position:absolute;left:2988;top:461;width:1728;height:2" coordorigin="2988,461" coordsize="1728,2">
              <v:shape style="position:absolute;left:2988;top:461;width:1728;height:2" coordorigin="2988,461" coordsize="1728,0" path="m2988,461l4716,461e" filled="f" stroked="t" strokeweight=".666667pt" strokecolor="#E6E6E6">
                <v:path arrowok="t"/>
              </v:shape>
            </v:group>
            <v:group style="position:absolute;left:2991;top:487;width:1721;height:2" coordorigin="2991,487" coordsize="1721,2">
              <v:shape style="position:absolute;left:2991;top:487;width:1721;height:2" coordorigin="2991,487" coordsize="1721,0" path="m2995,487l4716,487e" filled="f" stroked="t" strokeweight=".666667pt" strokecolor="#E6E6E6">
                <v:path arrowok="t"/>
              </v:shape>
            </v:group>
            <v:group style="position:absolute;left:2991;top:721;width:1721;height:2" coordorigin="2991,721" coordsize="1721,2">
              <v:shape style="position:absolute;left:2991;top:721;width:1721;height:2" coordorigin="2991,721" coordsize="1721,0" path="m2995,721l4716,721e" filled="f" stroked="t" strokeweight=".666667pt" strokecolor="#E6E6E6">
                <v:path arrowok="t"/>
              </v:shape>
            </v:group>
            <v:group style="position:absolute;left:4721;top:494;width:1718;height:220" coordorigin="4721,494" coordsize="1718,220">
              <v:shape style="position:absolute;left:4721;top:494;width:1718;height:220" coordorigin="4721,494" coordsize="1718,220" path="m4721,494l6439,494,6439,714,4721,714,4721,494e" filled="t" fillcolor="#E6E6E6" stroked="f">
                <v:path arrowok="t"/>
                <v:fill/>
              </v:shape>
            </v:group>
            <v:group style="position:absolute;left:4716;top:461;width:1728;height:2" coordorigin="4716,461" coordsize="1728,2">
              <v:shape style="position:absolute;left:4716;top:461;width:1728;height:2" coordorigin="4716,461" coordsize="1728,0" path="m4716,461l6444,461e" filled="f" stroked="t" strokeweight=".666667pt" strokecolor="#E6E6E6">
                <v:path arrowok="t"/>
              </v:shape>
            </v:group>
            <v:group style="position:absolute;left:4719;top:487;width:1721;height:2" coordorigin="4719,487" coordsize="1721,2">
              <v:shape style="position:absolute;left:4719;top:487;width:1721;height:2" coordorigin="4719,487" coordsize="1721,0" path="m4723,487l6444,487e" filled="f" stroked="t" strokeweight=".666667pt" strokecolor="#E6E6E6">
                <v:path arrowok="t"/>
              </v:shape>
            </v:group>
            <v:group style="position:absolute;left:4719;top:721;width:1721;height:2" coordorigin="4719,721" coordsize="1721,2">
              <v:shape style="position:absolute;left:4719;top:721;width:1721;height:2" coordorigin="4719,721" coordsize="1721,0" path="m4723,721l6444,721e" filled="f" stroked="t" strokeweight=".666667pt" strokecolor="#E6E6E6">
                <v:path arrowok="t"/>
              </v:shape>
            </v:group>
            <v:group style="position:absolute;left:6449;top:494;width:1502;height:220" coordorigin="6449,494" coordsize="1502,220">
              <v:shape style="position:absolute;left:6449;top:494;width:1502;height:220" coordorigin="6449,494" coordsize="1502,220" path="m6449,494l7951,494,7951,714,6449,714,6449,494e" filled="t" fillcolor="#E6E6E6" stroked="f">
                <v:path arrowok="t"/>
                <v:fill/>
              </v:shape>
            </v:group>
            <v:group style="position:absolute;left:6444;top:461;width:1512;height:2" coordorigin="6444,461" coordsize="1512,2">
              <v:shape style="position:absolute;left:6444;top:461;width:1512;height:2" coordorigin="6444,461" coordsize="1512,0" path="m6444,461l7956,461e" filled="f" stroked="t" strokeweight=".666667pt" strokecolor="#E6E6E6">
                <v:path arrowok="t"/>
              </v:shape>
            </v:group>
            <v:group style="position:absolute;left:6447;top:487;width:1505;height:2" coordorigin="6447,487" coordsize="1505,2">
              <v:shape style="position:absolute;left:6447;top:487;width:1505;height:2" coordorigin="6447,487" coordsize="1505,0" path="m6451,487l7956,487e" filled="f" stroked="t" strokeweight=".666667pt" strokecolor="#E6E6E6">
                <v:path arrowok="t"/>
              </v:shape>
            </v:group>
            <v:group style="position:absolute;left:6447;top:721;width:1505;height:2" coordorigin="6447,721" coordsize="1505,2">
              <v:shape style="position:absolute;left:6447;top:721;width:1505;height:2" coordorigin="6447,721" coordsize="1505,0" path="m6451,721l7956,721e" filled="f" stroked="t" strokeweight=".666667pt" strokecolor="#E6E6E6">
                <v:path arrowok="t"/>
              </v:shape>
            </v:group>
            <v:group style="position:absolute;left:7961;top:494;width:1178;height:220" coordorigin="7961,494" coordsize="1178,220">
              <v:shape style="position:absolute;left:7961;top:494;width:1178;height:220" coordorigin="7961,494" coordsize="1178,220" path="m7961,494l9139,494,9139,714,7961,714,7961,494e" filled="t" fillcolor="#E6E6E6" stroked="f">
                <v:path arrowok="t"/>
                <v:fill/>
              </v:shape>
            </v:group>
            <v:group style="position:absolute;left:7956;top:461;width:1188;height:2" coordorigin="7956,461" coordsize="1188,2">
              <v:shape style="position:absolute;left:7956;top:461;width:1188;height:2" coordorigin="7956,461" coordsize="1188,0" path="m7956,461l9144,461e" filled="f" stroked="t" strokeweight=".666667pt" strokecolor="#E6E6E6">
                <v:path arrowok="t"/>
              </v:shape>
            </v:group>
            <v:group style="position:absolute;left:7959;top:487;width:1181;height:2" coordorigin="7959,487" coordsize="1181,2">
              <v:shape style="position:absolute;left:7959;top:487;width:1181;height:2" coordorigin="7959,487" coordsize="1181,0" path="m7963,487l9144,487e" filled="f" stroked="t" strokeweight=".666667pt" strokecolor="#E6E6E6">
                <v:path arrowok="t"/>
              </v:shape>
            </v:group>
            <v:group style="position:absolute;left:7959;top:721;width:1181;height:2" coordorigin="7959,721" coordsize="1181,2">
              <v:shape style="position:absolute;left:7959;top:721;width:1181;height:2" coordorigin="7959,721" coordsize="1181,0" path="m7963,721l9144,721e" filled="f" stroked="t" strokeweight=".666667pt" strokecolor="#E6E6E6">
                <v:path arrowok="t"/>
              </v:shape>
            </v:group>
            <v:group style="position:absolute;left:9149;top:494;width:1394;height:220" coordorigin="9149,494" coordsize="1394,220">
              <v:shape style="position:absolute;left:9149;top:494;width:1394;height:220" coordorigin="9149,494" coordsize="1394,220" path="m9149,494l10543,494,10543,714,9149,714,9149,494e" filled="t" fillcolor="#E6E6E6" stroked="f">
                <v:path arrowok="t"/>
                <v:fill/>
              </v:shape>
            </v:group>
            <v:group style="position:absolute;left:9144;top:461;width:1404;height:2" coordorigin="9144,461" coordsize="1404,2">
              <v:shape style="position:absolute;left:9144;top:461;width:1404;height:2" coordorigin="9144,461" coordsize="1404,0" path="m9144,461l10548,461e" filled="f" stroked="t" strokeweight=".666667pt" strokecolor="#E6E6E6">
                <v:path arrowok="t"/>
              </v:shape>
            </v:group>
            <v:group style="position:absolute;left:9147;top:487;width:1397;height:2" coordorigin="9147,487" coordsize="1397,2">
              <v:shape style="position:absolute;left:9147;top:487;width:1397;height:2" coordorigin="9147,487" coordsize="1397,0" path="m9151,487l10548,487e" filled="f" stroked="t" strokeweight=".666667pt" strokecolor="#E6E6E6">
                <v:path arrowok="t"/>
              </v:shape>
            </v:group>
            <v:group style="position:absolute;left:9147;top:721;width:1397;height:2" coordorigin="9147,721" coordsize="1397,2">
              <v:shape style="position:absolute;left:9147;top:721;width:1397;height:2" coordorigin="9147,721" coordsize="1397,0" path="m9151,721l10548,721e" filled="f" stroked="t" strokeweight=".666667pt" strokecolor="#E6E6E6">
                <v:path arrowok="t"/>
              </v:shape>
            </v:group>
            <v:group style="position:absolute;left:10553;top:494;width:962;height:220" coordorigin="10553,494" coordsize="962,220">
              <v:shape style="position:absolute;left:10553;top:494;width:962;height:220" coordorigin="10553,494" coordsize="962,220" path="m10553,494l11515,494,11515,714,10553,714,10553,494e" filled="t" fillcolor="#E6E6E6" stroked="f">
                <v:path arrowok="t"/>
                <v:fill/>
              </v:shape>
            </v:group>
            <v:group style="position:absolute;left:10548;top:461;width:975;height:2" coordorigin="10548,461" coordsize="975,2">
              <v:shape style="position:absolute;left:10548;top:461;width:975;height:2" coordorigin="10548,461" coordsize="975,0" path="m10548,461l11523,461e" filled="f" stroked="t" strokeweight=".666667pt" strokecolor="#E6E6E6">
                <v:path arrowok="t"/>
              </v:shape>
            </v:group>
            <v:group style="position:absolute;left:10551;top:487;width:965;height:2" coordorigin="10551,487" coordsize="965,2">
              <v:shape style="position:absolute;left:10551;top:487;width:965;height:2" coordorigin="10551,487" coordsize="965,0" path="m10555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10551;top:721;width:965;height:2" coordorigin="10551,721" coordsize="965,2">
              <v:shape style="position:absolute;left:10551;top:721;width:965;height:2" coordorigin="10551,721" coordsize="965,0" path="m10555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708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Suite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576" w:right="-20"/>
        <w:jc w:val="left"/>
        <w:tabs>
          <w:tab w:pos="1560" w:val="left"/>
          <w:tab w:pos="2460" w:val="left"/>
          <w:tab w:pos="4200" w:val="left"/>
          <w:tab w:pos="5920" w:val="left"/>
          <w:tab w:pos="7440" w:val="left"/>
          <w:tab w:pos="8620" w:val="left"/>
          <w:tab w:pos="100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Status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9pt;width:541.000001pt;height:14.999995pt;mso-position-horizontal-relative:page;mso-position-vertical-relative:paragraph;z-index:-973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72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</w:sectPr>
      </w:pPr>
      <w:rPr/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/>
        <w:pict>
          <v:group style="position:absolute;margin-left:35.5pt;margin-top:104.199997pt;width:541.000001pt;height:14.999988pt;mso-position-horizontal-relative:page;mso-position-vertical-relative:page;z-index:-971" coordorigin="710,2084" coordsize="10820,300">
            <v:group style="position:absolute;left:725;top:2124;width:5390;height:220" coordorigin="725,2124" coordsize="5390,220">
              <v:shape style="position:absolute;left:725;top:2124;width:5390;height:220" coordorigin="725,2124" coordsize="5390,220" path="m725,2124l6115,2124,6115,2344,725,2344,725,2124e" filled="t" fillcolor="#E6E6E6" stroked="f">
                <v:path arrowok="t"/>
                <v:fill/>
              </v:shape>
            </v:group>
            <v:group style="position:absolute;left:717;top:2091;width:5403;height:2" coordorigin="717,2091" coordsize="5403,2">
              <v:shape style="position:absolute;left:717;top:2091;width:5403;height:2" coordorigin="717,2091" coordsize="5403,0" path="m718,2091l6122,2091e" filled="f" stroked="t" strokeweight=".666667pt" strokecolor="#E6E6E6">
                <v:path arrowok="t"/>
              </v:shape>
            </v:group>
            <v:group style="position:absolute;left:723;top:2117;width:5393;height:2" coordorigin="723,2117" coordsize="5393,2">
              <v:shape style="position:absolute;left:723;top:2117;width:5393;height:2" coordorigin="723,2117" coordsize="5393,0" path="m732,2117l6125,2117e" filled="f" stroked="t" strokeweight=".666667pt" strokecolor="#E6E6E6">
                <v:path arrowok="t"/>
              </v:shape>
            </v:group>
            <v:group style="position:absolute;left:723;top:2351;width:5393;height:2" coordorigin="723,2351" coordsize="5393,2">
              <v:shape style="position:absolute;left:723;top:2351;width:5393;height:2" coordorigin="723,2351" coordsize="5393,0" path="m727,2351l6120,2351e" filled="f" stroked="t" strokeweight=".666667pt" strokecolor="#E6E6E6">
                <v:path arrowok="t"/>
              </v:shape>
            </v:group>
            <v:group style="position:absolute;left:720;top:2104;width:2;height:260" coordorigin="720,2104" coordsize="2,260">
              <v:shape style="position:absolute;left:720;top:2104;width:2;height:260" coordorigin="720,2104" coordsize="0,260" path="m720,2124l720,2384e" filled="f" stroked="t" strokeweight=".5pt" strokecolor="#FFFFFF">
                <v:path arrowok="t"/>
              </v:shape>
            </v:group>
            <v:group style="position:absolute;left:6125;top:2124;width:5390;height:220" coordorigin="6125,2124" coordsize="5390,220">
              <v:shape style="position:absolute;left:6125;top:2124;width:5390;height:220" coordorigin="6125,2124" coordsize="5390,220" path="m6125,2124l11515,2124,11515,2344,6125,2344,6125,2124e" filled="t" fillcolor="#E6E6E6" stroked="f">
                <v:path arrowok="t"/>
                <v:fill/>
              </v:shape>
            </v:group>
            <v:group style="position:absolute;left:6120;top:2091;width:5403;height:2" coordorigin="6120,2091" coordsize="5403,2">
              <v:shape style="position:absolute;left:6120;top:2091;width:5403;height:2" coordorigin="6120,2091" coordsize="5403,0" path="m6120,2091l11523,2091e" filled="f" stroked="t" strokeweight=".666667pt" strokecolor="#E6E6E6">
                <v:path arrowok="t"/>
              </v:shape>
            </v:group>
            <v:group style="position:absolute;left:6123;top:2117;width:5393;height:2" coordorigin="6123,2117" coordsize="5393,2">
              <v:shape style="position:absolute;left:6123;top:2117;width:5393;height:2" coordorigin="6123,2117" coordsize="5393,0" path="m6127,2117l11520,2117e" filled="f" stroked="t" strokeweight=".666667pt" strokecolor="#E6E6E6">
                <v:path arrowok="t"/>
              </v:shape>
            </v:group>
            <v:group style="position:absolute;left:11520;top:2104;width:2;height:260" coordorigin="11520,2104" coordsize="2,260">
              <v:shape style="position:absolute;left:11520;top:2104;width:2;height:260" coordorigin="11520,2104" coordsize="0,260" path="m11520,2124l11520,2384e" filled="f" stroked="t" strokeweight=".5pt" strokecolor="#FFFFFF">
                <v:path arrowok="t"/>
              </v:shape>
            </v:group>
            <v:group style="position:absolute;left:6123;top:2351;width:5393;height:2" coordorigin="6123,2351" coordsize="5393,2">
              <v:shape style="position:absolute;left:6123;top:2351;width:5393;height:2" coordorigin="6123,2351" coordsize="5393,0" path="m6127,2351l11520,2351e" filled="f" stroked="t" strokeweight=".666667pt" strokecolor="#E6E6E6">
                <v:path arrowok="t"/>
              </v:shape>
            </v:group>
            <v:group style="position:absolute;left:720;top:2377;width:10800;height:2" coordorigin="720,2377" coordsize="10800,2">
              <v:shape style="position:absolute;left:720;top:2377;width:10800;height:2" coordorigin="720,2377" coordsize="10800,0" path="m720,2377l11520,237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sz w:val="14"/>
          <w:szCs w:val="14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480" w:bottom="1160" w:left="620" w:right="134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970" type="#_x0000_t75">
            <v:imagedata r:id="rId19" o:title=""/>
          </v:shape>
        </w:pict>
      </w:r>
      <w:hyperlink r:id="rId20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92359: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Check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that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Valid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Characters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are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Accepted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in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Order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Menu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Edit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  <w:position w:val="0"/>
          </w:rPr>
        </w:r>
      </w:hyperlink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40" w:lineRule="auto"/>
        <w:ind w:left="100" w:right="-20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Creator: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(HP)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96" w:lineRule="auto"/>
        <w:ind w:left="100" w:right="2694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11,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10:27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11,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10:24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21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46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Draft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validates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certain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special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characters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accepted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option.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Intake: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016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20131108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Remove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ListManager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Restrictions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Mnemonics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Developer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Unit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0004pt;margin-top:-24.692099pt;width:541.499996pt;height:13.599956pt;mso-position-horizontal-relative:page;mso-position-vertical-relative:paragraph;z-index:-969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727,-255l11530,-255e" filled="f" stroked="t" strokeweight=".666667pt" strokecolor="#E6E6E6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713,-229l11530,-229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454l715,-222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21.107876pt;width:541.000001pt;height:15.000001pt;mso-position-horizontal-relative:page;mso-position-vertical-relative:paragraph;z-index:-968" coordorigin="710,422" coordsize="10820,300">
            <v:group style="position:absolute;left:725;top:462;width:10790;height:220" coordorigin="725,462" coordsize="10790,220">
              <v:shape style="position:absolute;left:725;top:462;width:10790;height:220" coordorigin="725,462" coordsize="10790,220" path="m725,462l11515,462,11515,682,725,682,725,462e" filled="t" fillcolor="#E6E6E6" stroked="f">
                <v:path arrowok="t"/>
                <v:fill/>
              </v:shape>
            </v:group>
            <v:group style="position:absolute;left:717;top:429;width:10807;height:2" coordorigin="717,429" coordsize="10807,2">
              <v:shape style="position:absolute;left:717;top:429;width:10807;height:2" coordorigin="717,429" coordsize="10807,0" path="m718,429l11525,429e" filled="f" stroked="t" strokeweight=".666667pt" strokecolor="#E6E6E6">
                <v:path arrowok="t"/>
              </v:shape>
            </v:group>
            <v:group style="position:absolute;left:723;top:455;width:10793;height:2" coordorigin="723,455" coordsize="10793,2">
              <v:shape style="position:absolute;left:723;top:455;width:10793;height:2" coordorigin="723,455" coordsize="10793,0" path="m732,455l11525,455e" filled="f" stroked="t" strokeweight=".666667pt" strokecolor="#E6E6E6">
                <v:path arrowok="t"/>
              </v:shape>
            </v:group>
            <v:group style="position:absolute;left:11520;top:442;width:2;height:260" coordorigin="11520,442" coordsize="2,260">
              <v:shape style="position:absolute;left:11520;top:442;width:2;height:260" coordorigin="11520,442" coordsize="0,260" path="m11520,462l11520,722e" filled="f" stroked="t" strokeweight=".5pt" strokecolor="#FFFFFF">
                <v:path arrowok="t"/>
              </v:shape>
            </v:group>
            <v:group style="position:absolute;left:723;top:689;width:10793;height:2" coordorigin="723,689" coordsize="10793,2">
              <v:shape style="position:absolute;left:723;top:689;width:10793;height:2" coordorigin="723,689" coordsize="10793,0" path="m727,689l11520,689e" filled="f" stroked="t" strokeweight=".666667pt" strokecolor="#E6E6E6">
                <v:path arrowok="t"/>
              </v:shape>
            </v:group>
            <v:group style="position:absolute;left:720;top:442;width:2;height:260" coordorigin="720,442" coordsize="2,260">
              <v:shape style="position:absolute;left:720;top:442;width:2;height:260" coordorigin="720,442" coordsize="0,260" path="m720,462l720,722e" filled="f" stroked="t" strokeweight=".5pt" strokecolor="#FFFFFF">
                <v:path arrowok="t"/>
              </v:shape>
            </v:group>
            <v:group style="position:absolute;left:720;top:715;width:10800;height:2" coordorigin="720,715" coordsize="10800,2">
              <v:shape style="position:absolute;left:720;top:715;width:10800;height:2" coordorigin="720,715" coordsize="10800,0" path="m720,715l11520,715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Development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Items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65pt;width:541.000001pt;height:15.000001pt;mso-position-horizontal-relative:page;mso-position-vertical-relative:paragraph;z-index:-967" coordorigin="710,454" coordsize="10820,300">
            <v:group style="position:absolute;left:725;top:494;width:10790;height:220" coordorigin="725,494" coordsize="10790,220">
              <v:shape style="position:absolute;left:725;top:494;width:10790;height:220" coordorigin="725,494" coordsize="10790,220" path="m725,494l11515,494,11515,714,725,714,725,494e" filled="t" fillcolor="#E6E6E6" stroked="f">
                <v:path arrowok="t"/>
                <v:fill/>
              </v:shape>
            </v:group>
            <v:group style="position:absolute;left:717;top:461;width:10807;height:2" coordorigin="717,461" coordsize="10807,2">
              <v:shape style="position:absolute;left:717;top:461;width:10807;height:2" coordorigin="717,461" coordsize="10807,0" path="m718,461l11525,461e" filled="f" stroked="t" strokeweight=".666667pt" strokecolor="#E6E6E6">
                <v:path arrowok="t"/>
              </v:shape>
            </v:group>
            <v:group style="position:absolute;left:723;top:487;width:10793;height:2" coordorigin="723,487" coordsize="10793,2">
              <v:shape style="position:absolute;left:723;top:487;width:10793;height:2" coordorigin="723,487" coordsize="10793,0" path="m732,487l11525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723;top:721;width:10793;height:2" coordorigin="723,721" coordsize="10793,2">
              <v:shape style="position:absolute;left:723;top:721;width:10793;height:2" coordorigin="723,721" coordsize="10793,0" path="m727,721l115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Requirement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Links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5.5pt;margin-top:1.653907pt;width:541.000001pt;height:22.605986pt;mso-position-horizontal-relative:page;mso-position-vertical-relative:paragraph;z-index:-966" coordorigin="710,33" coordsize="10820,452">
            <v:shape style="position:absolute;left:2143;top:33;width:585;height:117" type="#_x0000_t75">
              <v:imagedata r:id="rId22" o:title=""/>
            </v:shape>
            <v:group style="position:absolute;left:725;top:225;width:3590;height:220" coordorigin="725,225" coordsize="3590,220">
              <v:shape style="position:absolute;left:725;top:225;width:3590;height:220" coordorigin="725,225" coordsize="3590,220" path="m725,225l4315,225,4315,445,725,445,725,225e" filled="t" fillcolor="#E6E6E6" stroked="f">
                <v:path arrowok="t"/>
                <v:fill/>
              </v:shape>
            </v:group>
            <v:group style="position:absolute;left:717;top:192;width:3603;height:2" coordorigin="717,192" coordsize="3603,2">
              <v:shape style="position:absolute;left:717;top:192;width:3603;height:2" coordorigin="717,192" coordsize="3603,0" path="m718,192l4322,192e" filled="f" stroked="t" strokeweight=".666667pt" strokecolor="#E6E6E6">
                <v:path arrowok="t"/>
              </v:shape>
            </v:group>
            <v:group style="position:absolute;left:723;top:219;width:3593;height:2" coordorigin="723,219" coordsize="3593,2">
              <v:shape style="position:absolute;left:723;top:219;width:3593;height:2" coordorigin="723,219" coordsize="3593,0" path="m732,219l4325,219e" filled="f" stroked="t" strokeweight=".666667pt" strokecolor="#E6E6E6">
                <v:path arrowok="t"/>
              </v:shape>
            </v:group>
            <v:group style="position:absolute;left:723;top:452;width:3593;height:2" coordorigin="723,452" coordsize="3593,2">
              <v:shape style="position:absolute;left:723;top:452;width:3593;height:2" coordorigin="723,452" coordsize="3593,0" path="m727,452l4320,452e" filled="f" stroked="t" strokeweight=".666667pt" strokecolor="#E6E6E6">
                <v:path arrowok="t"/>
              </v:shape>
            </v:group>
            <v:group style="position:absolute;left:720;top:205;width:2;height:260" coordorigin="720,205" coordsize="2,260">
              <v:shape style="position:absolute;left:720;top:205;width:2;height:260" coordorigin="720,205" coordsize="0,260" path="m720,225l720,485e" filled="f" stroked="t" strokeweight=".5pt" strokecolor="#FFFFFF">
                <v:path arrowok="t"/>
              </v:shape>
            </v:group>
            <v:group style="position:absolute;left:4325;top:225;width:3590;height:220" coordorigin="4325,225" coordsize="3590,220">
              <v:shape style="position:absolute;left:4325;top:225;width:3590;height:220" coordorigin="4325,225" coordsize="3590,220" path="m4325,225l7915,225,7915,445,4325,445,4325,225e" filled="t" fillcolor="#E6E6E6" stroked="f">
                <v:path arrowok="t"/>
                <v:fill/>
              </v:shape>
            </v:group>
            <v:group style="position:absolute;left:4320;top:192;width:3600;height:2" coordorigin="4320,192" coordsize="3600,2">
              <v:shape style="position:absolute;left:4320;top:192;width:3600;height:2" coordorigin="4320,192" coordsize="3600,0" path="m4320,192l7920,192e" filled="f" stroked="t" strokeweight=".666667pt" strokecolor="#E6E6E6">
                <v:path arrowok="t"/>
              </v:shape>
            </v:group>
            <v:group style="position:absolute;left:4323;top:219;width:3593;height:2" coordorigin="4323,219" coordsize="3593,2">
              <v:shape style="position:absolute;left:4323;top:219;width:3593;height:2" coordorigin="4323,219" coordsize="3593,0" path="m4327,219l7920,219e" filled="f" stroked="t" strokeweight=".666667pt" strokecolor="#E6E6E6">
                <v:path arrowok="t"/>
              </v:shape>
            </v:group>
            <v:group style="position:absolute;left:4323;top:452;width:3593;height:2" coordorigin="4323,452" coordsize="3593,2">
              <v:shape style="position:absolute;left:4323;top:452;width:3593;height:2" coordorigin="4323,452" coordsize="3593,0" path="m4327,452l7920,452e" filled="f" stroked="t" strokeweight=".666667pt" strokecolor="#E6E6E6">
                <v:path arrowok="t"/>
              </v:shape>
            </v:group>
            <v:group style="position:absolute;left:7925;top:225;width:3590;height:220" coordorigin="7925,225" coordsize="3590,220">
              <v:shape style="position:absolute;left:7925;top:225;width:3590;height:220" coordorigin="7925,225" coordsize="3590,220" path="m7925,225l11515,225,11515,445,7925,445,7925,225e" filled="t" fillcolor="#E6E6E6" stroked="f">
                <v:path arrowok="t"/>
                <v:fill/>
              </v:shape>
            </v:group>
            <v:group style="position:absolute;left:7920;top:192;width:3603;height:2" coordorigin="7920,192" coordsize="3603,2">
              <v:shape style="position:absolute;left:7920;top:192;width:3603;height:2" coordorigin="7920,192" coordsize="3603,0" path="m7920,192l11523,192e" filled="f" stroked="t" strokeweight=".666667pt" strokecolor="#E6E6E6">
                <v:path arrowok="t"/>
              </v:shape>
            </v:group>
            <v:group style="position:absolute;left:7923;top:219;width:3593;height:2" coordorigin="7923,219" coordsize="3593,2">
              <v:shape style="position:absolute;left:7923;top:219;width:3593;height:2" coordorigin="7923,219" coordsize="3593,0" path="m7927,219l11520,219e" filled="f" stroked="t" strokeweight=".666667pt" strokecolor="#E6E6E6">
                <v:path arrowok="t"/>
              </v:shape>
            </v:group>
            <v:group style="position:absolute;left:11520;top:205;width:2;height:260" coordorigin="11520,205" coordsize="2,260">
              <v:shape style="position:absolute;left:11520;top:205;width:2;height:260" coordorigin="11520,205" coordsize="0,260" path="m11520,225l11520,485e" filled="f" stroked="t" strokeweight=".5pt" strokecolor="#FFFFFF">
                <v:path arrowok="t"/>
              </v:shape>
            </v:group>
            <v:group style="position:absolute;left:7923;top:452;width:3593;height:2" coordorigin="7923,452" coordsize="3593,2">
              <v:shape style="position:absolute;left:7923;top:452;width:3593;height:2" coordorigin="7923,452" coordsize="3593,0" path="m7927,452l11520,452e" filled="f" stroked="t" strokeweight=".666667pt" strokecolor="#E6E6E6">
                <v:path arrowok="t"/>
              </v:shape>
            </v:group>
            <v:group style="position:absolute;left:720;top:479;width:10800;height:2" coordorigin="720,479" coordsize="10800,2">
              <v:shape style="position:absolute;left:720;top:479;width:10800;height:2" coordorigin="720,479" coordsize="10800,0" path="m720,479l11520,479e" filled="f" stroked="t" strokeweight=".666672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478" w:lineRule="auto"/>
        <w:ind w:left="100" w:right="900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7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45784pt;width:540.999998pt;height:15.000049pt;mso-position-horizontal-relative:page;mso-position-vertical-relative:paragraph;z-index:-965" coordorigin="710,429" coordsize="10820,300">
            <v:group style="position:absolute;left:725;top:469;width:638;height:220" coordorigin="725,469" coordsize="638,220">
              <v:shape style="position:absolute;left:725;top:469;width:638;height:220" coordorigin="725,469" coordsize="638,220" path="m725,469l1363,469,1363,689,725,689,725,469e" filled="t" fillcolor="#E6E6E6" stroked="f">
                <v:path arrowok="t"/>
                <v:fill/>
              </v:shape>
            </v:group>
            <v:group style="position:absolute;left:717;top:436;width:651;height:2" coordorigin="717,436" coordsize="651,2">
              <v:shape style="position:absolute;left:717;top:436;width:651;height:2" coordorigin="717,436" coordsize="651,0" path="m718,436l1370,436e" filled="f" stroked="t" strokeweight=".666667pt" strokecolor="#E6E6E6">
                <v:path arrowok="t"/>
              </v:shape>
            </v:group>
            <v:group style="position:absolute;left:723;top:462;width:641;height:2" coordorigin="723,462" coordsize="641,2">
              <v:shape style="position:absolute;left:723;top:462;width:641;height:2" coordorigin="723,462" coordsize="641,0" path="m732,462l1373,462e" filled="f" stroked="t" strokeweight=".666667pt" strokecolor="#E6E6E6">
                <v:path arrowok="t"/>
              </v:shape>
            </v:group>
            <v:group style="position:absolute;left:723;top:696;width:641;height:2" coordorigin="723,696" coordsize="641,2">
              <v:shape style="position:absolute;left:723;top:696;width:641;height:2" coordorigin="723,696" coordsize="641,0" path="m727,696l1368,696e" filled="f" stroked="t" strokeweight=".666667pt" strokecolor="#E6E6E6">
                <v:path arrowok="t"/>
              </v:shape>
            </v:group>
            <v:group style="position:absolute;left:720;top:449;width:2;height:260" coordorigin="720,449" coordsize="2,260">
              <v:shape style="position:absolute;left:720;top:449;width:2;height:260" coordorigin="720,449" coordsize="0,260" path="m720,469l720,729e" filled="f" stroked="t" strokeweight=".5pt" strokecolor="#FFFFFF">
                <v:path arrowok="t"/>
              </v:shape>
            </v:group>
            <v:group style="position:absolute;left:1373;top:469;width:2798;height:220" coordorigin="1373,469" coordsize="2798,220">
              <v:shape style="position:absolute;left:1373;top:469;width:2798;height:220" coordorigin="1373,469" coordsize="2798,220" path="m1373,469l4171,469,4171,689,1373,689,1373,469e" filled="t" fillcolor="#E6E6E6" stroked="f">
                <v:path arrowok="t"/>
                <v:fill/>
              </v:shape>
            </v:group>
            <v:group style="position:absolute;left:1368;top:436;width:2808;height:2" coordorigin="1368,436" coordsize="2808,2">
              <v:shape style="position:absolute;left:1368;top:436;width:2808;height:2" coordorigin="1368,436" coordsize="2808,0" path="m1368,436l4176,436e" filled="f" stroked="t" strokeweight=".666667pt" strokecolor="#E6E6E6">
                <v:path arrowok="t"/>
              </v:shape>
            </v:group>
            <v:group style="position:absolute;left:1371;top:462;width:2801;height:2" coordorigin="1371,462" coordsize="2801,2">
              <v:shape style="position:absolute;left:1371;top:462;width:2801;height:2" coordorigin="1371,462" coordsize="2801,0" path="m1375,462l4176,462e" filled="f" stroked="t" strokeweight=".666667pt" strokecolor="#E6E6E6">
                <v:path arrowok="t"/>
              </v:shape>
            </v:group>
            <v:group style="position:absolute;left:1371;top:696;width:2801;height:2" coordorigin="1371,696" coordsize="2801,2">
              <v:shape style="position:absolute;left:1371;top:696;width:2801;height:2" coordorigin="1371,696" coordsize="2801,0" path="m1375,696l4176,696e" filled="f" stroked="t" strokeweight=".666667pt" strokecolor="#E6E6E6">
                <v:path arrowok="t"/>
              </v:shape>
            </v:group>
            <v:group style="position:absolute;left:4181;top:469;width:962;height:220" coordorigin="4181,469" coordsize="962,220">
              <v:shape style="position:absolute;left:4181;top:469;width:962;height:220" coordorigin="4181,469" coordsize="962,220" path="m4181,469l5143,469,5143,689,4181,689,4181,469e" filled="t" fillcolor="#E6E6E6" stroked="f">
                <v:path arrowok="t"/>
                <v:fill/>
              </v:shape>
            </v:group>
            <v:group style="position:absolute;left:4176;top:436;width:972;height:2" coordorigin="4176,436" coordsize="972,2">
              <v:shape style="position:absolute;left:4176;top:436;width:972;height:2" coordorigin="4176,436" coordsize="972,0" path="m4176,436l5148,436e" filled="f" stroked="t" strokeweight=".666667pt" strokecolor="#E6E6E6">
                <v:path arrowok="t"/>
              </v:shape>
            </v:group>
            <v:group style="position:absolute;left:4179;top:462;width:965;height:2" coordorigin="4179,462" coordsize="965,2">
              <v:shape style="position:absolute;left:4179;top:462;width:965;height:2" coordorigin="4179,462" coordsize="965,0" path="m4183,462l5148,462e" filled="f" stroked="t" strokeweight=".666667pt" strokecolor="#E6E6E6">
                <v:path arrowok="t"/>
              </v:shape>
            </v:group>
            <v:group style="position:absolute;left:4179;top:696;width:965;height:2" coordorigin="4179,696" coordsize="965,2">
              <v:shape style="position:absolute;left:4179;top:696;width:965;height:2" coordorigin="4179,696" coordsize="965,0" path="m4183,696l5148,696e" filled="f" stroked="t" strokeweight=".666667pt" strokecolor="#E6E6E6">
                <v:path arrowok="t"/>
              </v:shape>
            </v:group>
            <v:group style="position:absolute;left:5153;top:469;width:1178;height:220" coordorigin="5153,469" coordsize="1178,220">
              <v:shape style="position:absolute;left:5153;top:469;width:1178;height:220" coordorigin="5153,469" coordsize="1178,220" path="m5153,469l6331,469,6331,689,5153,689,5153,469e" filled="t" fillcolor="#E6E6E6" stroked="f">
                <v:path arrowok="t"/>
                <v:fill/>
              </v:shape>
            </v:group>
            <v:group style="position:absolute;left:5148;top:436;width:1188;height:2" coordorigin="5148,436" coordsize="1188,2">
              <v:shape style="position:absolute;left:5148;top:436;width:1188;height:2" coordorigin="5148,436" coordsize="1188,0" path="m5148,436l6336,436e" filled="f" stroked="t" strokeweight=".666667pt" strokecolor="#E6E6E6">
                <v:path arrowok="t"/>
              </v:shape>
            </v:group>
            <v:group style="position:absolute;left:5151;top:462;width:1181;height:2" coordorigin="5151,462" coordsize="1181,2">
              <v:shape style="position:absolute;left:5151;top:462;width:1181;height:2" coordorigin="5151,462" coordsize="1181,0" path="m5155,462l6336,462e" filled="f" stroked="t" strokeweight=".666667pt" strokecolor="#E6E6E6">
                <v:path arrowok="t"/>
              </v:shape>
            </v:group>
            <v:group style="position:absolute;left:5151;top:696;width:1181;height:2" coordorigin="5151,696" coordsize="1181,2">
              <v:shape style="position:absolute;left:5151;top:696;width:1181;height:2" coordorigin="5151,696" coordsize="1181,0" path="m5155,696l6336,696e" filled="f" stroked="t" strokeweight=".666667pt" strokecolor="#E6E6E6">
                <v:path arrowok="t"/>
              </v:shape>
            </v:group>
            <v:group style="position:absolute;left:6341;top:469;width:1178;height:220" coordorigin="6341,469" coordsize="1178,220">
              <v:shape style="position:absolute;left:6341;top:469;width:1178;height:220" coordorigin="6341,469" coordsize="1178,220" path="m6341,469l7519,469,7519,689,6341,689,6341,469e" filled="t" fillcolor="#E6E6E6" stroked="f">
                <v:path arrowok="t"/>
                <v:fill/>
              </v:shape>
            </v:group>
            <v:group style="position:absolute;left:6336;top:436;width:1188;height:2" coordorigin="6336,436" coordsize="1188,2">
              <v:shape style="position:absolute;left:6336;top:436;width:1188;height:2" coordorigin="6336,436" coordsize="1188,0" path="m6336,436l7524,436e" filled="f" stroked="t" strokeweight=".666667pt" strokecolor="#E6E6E6">
                <v:path arrowok="t"/>
              </v:shape>
            </v:group>
            <v:group style="position:absolute;left:6339;top:462;width:1181;height:2" coordorigin="6339,462" coordsize="1181,2">
              <v:shape style="position:absolute;left:6339;top:462;width:1181;height:2" coordorigin="6339,462" coordsize="1181,0" path="m6343,462l7524,462e" filled="f" stroked="t" strokeweight=".666667pt" strokecolor="#E6E6E6">
                <v:path arrowok="t"/>
              </v:shape>
            </v:group>
            <v:group style="position:absolute;left:6339;top:696;width:1181;height:2" coordorigin="6339,696" coordsize="1181,2">
              <v:shape style="position:absolute;left:6339;top:696;width:1181;height:2" coordorigin="6339,696" coordsize="1181,0" path="m6343,696l7524,696e" filled="f" stroked="t" strokeweight=".666667pt" strokecolor="#E6E6E6">
                <v:path arrowok="t"/>
              </v:shape>
            </v:group>
            <v:group style="position:absolute;left:7529;top:469;width:1394;height:220" coordorigin="7529,469" coordsize="1394,220">
              <v:shape style="position:absolute;left:7529;top:469;width:1394;height:220" coordorigin="7529,469" coordsize="1394,220" path="m7529,469l8923,469,8923,689,7529,689,7529,469e" filled="t" fillcolor="#E6E6E6" stroked="f">
                <v:path arrowok="t"/>
                <v:fill/>
              </v:shape>
            </v:group>
            <v:group style="position:absolute;left:7524;top:436;width:1404;height:2" coordorigin="7524,436" coordsize="1404,2">
              <v:shape style="position:absolute;left:7524;top:436;width:1404;height:2" coordorigin="7524,436" coordsize="1404,0" path="m7524,436l8928,436e" filled="f" stroked="t" strokeweight=".666667pt" strokecolor="#E6E6E6">
                <v:path arrowok="t"/>
              </v:shape>
            </v:group>
            <v:group style="position:absolute;left:7527;top:462;width:1397;height:2" coordorigin="7527,462" coordsize="1397,2">
              <v:shape style="position:absolute;left:7527;top:462;width:1397;height:2" coordorigin="7527,462" coordsize="1397,0" path="m7531,462l8928,462e" filled="f" stroked="t" strokeweight=".666667pt" strokecolor="#E6E6E6">
                <v:path arrowok="t"/>
              </v:shape>
            </v:group>
            <v:group style="position:absolute;left:7527;top:696;width:1397;height:2" coordorigin="7527,696" coordsize="1397,2">
              <v:shape style="position:absolute;left:7527;top:696;width:1397;height:2" coordorigin="7527,696" coordsize="1397,0" path="m7531,696l8928,696e" filled="f" stroked="t" strokeweight=".666667pt" strokecolor="#E6E6E6">
                <v:path arrowok="t"/>
              </v:shape>
            </v:group>
            <v:group style="position:absolute;left:8933;top:469;width:1178;height:220" coordorigin="8933,469" coordsize="1178,220">
              <v:shape style="position:absolute;left:8933;top:469;width:1178;height:220" coordorigin="8933,469" coordsize="1178,220" path="m8933,469l10111,469,10111,689,8933,689,8933,469e" filled="t" fillcolor="#E6E6E6" stroked="f">
                <v:path arrowok="t"/>
                <v:fill/>
              </v:shape>
            </v:group>
            <v:group style="position:absolute;left:8928;top:436;width:1188;height:2" coordorigin="8928,436" coordsize="1188,2">
              <v:shape style="position:absolute;left:8928;top:436;width:1188;height:2" coordorigin="8928,436" coordsize="1188,0" path="m8928,436l10116,436e" filled="f" stroked="t" strokeweight=".666667pt" strokecolor="#E6E6E6">
                <v:path arrowok="t"/>
              </v:shape>
            </v:group>
            <v:group style="position:absolute;left:8931;top:462;width:1181;height:2" coordorigin="8931,462" coordsize="1181,2">
              <v:shape style="position:absolute;left:8931;top:462;width:1181;height:2" coordorigin="8931,462" coordsize="1181,0" path="m8935,462l10116,462e" filled="f" stroked="t" strokeweight=".666667pt" strokecolor="#E6E6E6">
                <v:path arrowok="t"/>
              </v:shape>
            </v:group>
            <v:group style="position:absolute;left:8931;top:696;width:1181;height:2" coordorigin="8931,696" coordsize="1181,2">
              <v:shape style="position:absolute;left:8931;top:696;width:1181;height:2" coordorigin="8931,696" coordsize="1181,0" path="m8935,696l10116,696e" filled="f" stroked="t" strokeweight=".666667pt" strokecolor="#E6E6E6">
                <v:path arrowok="t"/>
              </v:shape>
            </v:group>
            <v:group style="position:absolute;left:10121;top:469;width:1394;height:220" coordorigin="10121,469" coordsize="1394,220">
              <v:shape style="position:absolute;left:10121;top:469;width:1394;height:220" coordorigin="10121,469" coordsize="1394,220" path="m10121,469l11515,469,11515,689,10121,689,10121,469e" filled="t" fillcolor="#E6E6E6" stroked="f">
                <v:path arrowok="t"/>
                <v:fill/>
              </v:shape>
            </v:group>
            <v:group style="position:absolute;left:10116;top:436;width:1407;height:2" coordorigin="10116,436" coordsize="1407,2">
              <v:shape style="position:absolute;left:10116;top:436;width:1407;height:2" coordorigin="10116,436" coordsize="1407,0" path="m10116,436l11523,436e" filled="f" stroked="t" strokeweight=".666667pt" strokecolor="#E6E6E6">
                <v:path arrowok="t"/>
              </v:shape>
            </v:group>
            <v:group style="position:absolute;left:10119;top:462;width:1397;height:2" coordorigin="10119,462" coordsize="1397,2">
              <v:shape style="position:absolute;left:10119;top:462;width:1397;height:2" coordorigin="10119,462" coordsize="1397,0" path="m10123,462l11520,462e" filled="f" stroked="t" strokeweight=".666667pt" strokecolor="#E6E6E6">
                <v:path arrowok="t"/>
              </v:shape>
            </v:group>
            <v:group style="position:absolute;left:11520;top:449;width:2;height:260" coordorigin="11520,449" coordsize="2,260">
              <v:shape style="position:absolute;left:11520;top:449;width:2;height:260" coordorigin="11520,449" coordsize="0,260" path="m11520,469l11520,729e" filled="f" stroked="t" strokeweight=".5pt" strokecolor="#FFFFFF">
                <v:path arrowok="t"/>
              </v:shape>
            </v:group>
            <v:group style="position:absolute;left:10119;top:696;width:1397;height:2" coordorigin="10119,696" coordsize="1397,2">
              <v:shape style="position:absolute;left:10119;top:696;width:1397;height:2" coordorigin="10119,696" coordsize="1397,0" path="m10123,696l11520,696e" filled="f" stroked="t" strokeweight=".666667pt" strokecolor="#E6E6E6">
                <v:path arrowok="t"/>
              </v:shape>
            </v:group>
            <v:group style="position:absolute;left:720;top:722;width:10800;height:2" coordorigin="720,722" coordsize="10800,2">
              <v:shape style="position:absolute;left:720;top:722;width:10800;height:2" coordorigin="720,722" coordsize="10800,0" path="m720,722l11520,722e" filled="f" stroked="t" strokeweight=".666708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Scripts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414" w:right="-20"/>
        <w:jc w:val="left"/>
        <w:tabs>
          <w:tab w:pos="840" w:val="left"/>
          <w:tab w:pos="3660" w:val="left"/>
          <w:tab w:pos="4620" w:val="left"/>
          <w:tab w:pos="5820" w:val="left"/>
          <w:tab w:pos="7000" w:val="left"/>
          <w:tab w:pos="8400" w:val="left"/>
          <w:tab w:pos="9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Type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Data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Records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Validates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Requirement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620"/>
          <w:footerReference w:type="default" r:id="rId18"/>
          <w:pgSz w:w="12240" w:h="15840"/>
        </w:sectPr>
      </w:pPr>
      <w:rPr/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113" w:lineRule="exact"/>
        <w:ind w:left="848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6.360001pt;margin-top:4.366042pt;width:16.680001pt;height:6pt;mso-position-horizontal-relative:page;mso-position-vertical-relative:paragraph;z-index:-963" type="#_x0000_t202" filled="f" stroked="f">
            <v:textbox inset="0,0,0,0">
              <w:txbxContent>
                <w:p>
                  <w:pPr>
                    <w:spacing w:before="0" w:after="0" w:line="120" w:lineRule="exact"/>
                    <w:ind w:right="-58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hyperlink r:id="rId23">
                    <w:r>
                      <w:rPr>
                        <w:rFonts w:ascii="Arial" w:hAnsi="Arial" w:cs="Arial" w:eastAsia="Arial"/>
                        <w:sz w:val="12"/>
                        <w:szCs w:val="12"/>
                        <w:color w:val="3087B3"/>
                        <w:spacing w:val="0"/>
                        <w:w w:val="100"/>
                      </w:rPr>
                      <w:t>83525</w:t>
                    </w:r>
                    <w:r>
                      <w:rPr>
                        <w:rFonts w:ascii="Arial" w:hAnsi="Arial" w:cs="Arial" w:eastAsia="Arial"/>
                        <w:sz w:val="12"/>
                        <w:szCs w:val="12"/>
                        <w:color w:val="000000"/>
                        <w:spacing w:val="0"/>
                        <w:w w:val="100"/>
                      </w:rPr>
                    </w:r>
                  </w:hyperlink>
                </w:p>
              </w:txbxContent>
            </v:textbox>
          </v:shape>
        </w:pict>
      </w:r>
      <w:hyperlink r:id="rId24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Check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that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Valid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Characters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are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Accepted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in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2"/>
          </w:rPr>
          <w:t>Order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  <w:position w:val="0"/>
          </w:rPr>
        </w:r>
      </w:hyperlink>
    </w:p>
    <w:p>
      <w:pPr>
        <w:spacing w:before="0" w:after="0" w:line="167" w:lineRule="exact"/>
        <w:ind w:left="848" w:right="-69"/>
        <w:jc w:val="left"/>
        <w:tabs>
          <w:tab w:pos="3640" w:val="left"/>
          <w:tab w:pos="4620" w:val="left"/>
        </w:tabs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10.81223pt;width:539.999997pt;height:.1pt;mso-position-horizontal-relative:page;mso-position-vertical-relative:paragraph;z-index:-964" coordorigin="720,216" coordsize="10800,2">
            <v:shape style="position:absolute;left:720;top:216;width:10800;height:2" coordorigin="720,216" coordsize="10800,0" path="m720,216l11520,216e" filled="f" stroked="t" strokeweight=".500042pt" strokecolor="#DFDFDF">
              <v:path arrowok="t"/>
            </v:shape>
          </v:group>
          <w10:wrap type="none"/>
        </w:pict>
      </w:r>
      <w:hyperlink r:id="rId25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1"/>
          </w:rPr>
          <w:t>Menu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1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1"/>
          </w:rPr>
          <w:t>Edit</w:t>
          <w:tab/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1"/>
          </w:rPr>
        </w:r>
      </w:hyperlink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Draft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6"/>
        </w:rPr>
        <w:t>Manual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113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2"/>
        </w:rPr>
        <w:t>         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2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2"/>
        </w:rPr>
        <w:t>     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167" w:lineRule="exact"/>
        <w:ind w:right="-20"/>
        <w:jc w:val="left"/>
        <w:tabs>
          <w:tab w:pos="1180" w:val="left"/>
          <w:tab w:pos="2580" w:val="left"/>
          <w:tab w:pos="37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1"/>
        </w:rPr>
        <w:t>(HP)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6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6"/>
        </w:rPr>
        <w:t>Nov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6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6"/>
        </w:rPr>
        <w:t>18,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6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6"/>
        </w:rPr>
        <w:t>2015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6"/>
        </w:rPr>
        <w:t>--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20"/>
          <w:cols w:num="2" w:equalWidth="0">
            <w:col w:w="5022" w:space="794"/>
            <w:col w:w="5184"/>
          </w:cols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5.207897pt;width:541.0pt;height:14.999988pt;mso-position-horizontal-relative:page;mso-position-vertical-relative:paragraph;z-index:-962" coordorigin="710,504" coordsize="10820,300">
            <v:group style="position:absolute;left:725;top:544;width:854;height:220" coordorigin="725,544" coordsize="854,220">
              <v:shape style="position:absolute;left:725;top:544;width:854;height:220" coordorigin="725,544" coordsize="854,220" path="m725,544l1579,544,1579,764,725,764,725,544e" filled="t" fillcolor="#E6E6E6" stroked="f">
                <v:path arrowok="t"/>
                <v:fill/>
              </v:shape>
            </v:group>
            <v:group style="position:absolute;left:717;top:511;width:867;height:2" coordorigin="717,511" coordsize="867,2">
              <v:shape style="position:absolute;left:717;top:511;width:867;height:2" coordorigin="717,511" coordsize="867,0" path="m718,511l1586,511e" filled="f" stroked="t" strokeweight=".666667pt" strokecolor="#E6E6E6">
                <v:path arrowok="t"/>
              </v:shape>
            </v:group>
            <v:group style="position:absolute;left:723;top:537;width:857;height:2" coordorigin="723,537" coordsize="857,2">
              <v:shape style="position:absolute;left:723;top:537;width:857;height:2" coordorigin="723,537" coordsize="857,0" path="m732,537l1589,537e" filled="f" stroked="t" strokeweight=".666667pt" strokecolor="#E6E6E6">
                <v:path arrowok="t"/>
              </v:shape>
            </v:group>
            <v:group style="position:absolute;left:723;top:771;width:857;height:2" coordorigin="723,771" coordsize="857,2">
              <v:shape style="position:absolute;left:723;top:771;width:857;height:2" coordorigin="723,771" coordsize="857,0" path="m727,771l1584,771e" filled="f" stroked="t" strokeweight=".666667pt" strokecolor="#E6E6E6">
                <v:path arrowok="t"/>
              </v:shape>
            </v:group>
            <v:group style="position:absolute;left:720;top:524;width:2;height:260" coordorigin="720,524" coordsize="2,260">
              <v:shape style="position:absolute;left:720;top:524;width:2;height:260" coordorigin="720,524" coordsize="0,260" path="m720,544l720,804e" filled="f" stroked="t" strokeweight=".5pt" strokecolor="#FFFFFF">
                <v:path arrowok="t"/>
              </v:shape>
            </v:group>
            <v:group style="position:absolute;left:1589;top:544;width:962;height:220" coordorigin="1589,544" coordsize="962,220">
              <v:shape style="position:absolute;left:1589;top:544;width:962;height:220" coordorigin="1589,544" coordsize="962,220" path="m1589,544l2551,544,2551,764,1589,764,1589,544e" filled="t" fillcolor="#E6E6E6" stroked="f">
                <v:path arrowok="t"/>
                <v:fill/>
              </v:shape>
            </v:group>
            <v:group style="position:absolute;left:1584;top:511;width:972;height:2" coordorigin="1584,511" coordsize="972,2">
              <v:shape style="position:absolute;left:1584;top:511;width:972;height:2" coordorigin="1584,511" coordsize="972,0" path="m1584,511l2556,511e" filled="f" stroked="t" strokeweight=".666667pt" strokecolor="#E6E6E6">
                <v:path arrowok="t"/>
              </v:shape>
            </v:group>
            <v:group style="position:absolute;left:1587;top:537;width:965;height:2" coordorigin="1587,537" coordsize="965,2">
              <v:shape style="position:absolute;left:1587;top:537;width:965;height:2" coordorigin="1587,537" coordsize="965,0" path="m1591,537l2556,537e" filled="f" stroked="t" strokeweight=".666667pt" strokecolor="#E6E6E6">
                <v:path arrowok="t"/>
              </v:shape>
            </v:group>
            <v:group style="position:absolute;left:1587;top:771;width:965;height:2" coordorigin="1587,771" coordsize="965,2">
              <v:shape style="position:absolute;left:1587;top:771;width:965;height:2" coordorigin="1587,771" coordsize="965,0" path="m1591,771l2556,771e" filled="f" stroked="t" strokeweight=".666667pt" strokecolor="#E6E6E6">
                <v:path arrowok="t"/>
              </v:shape>
            </v:group>
            <v:group style="position:absolute;left:2561;top:544;width:1610;height:220" coordorigin="2561,544" coordsize="1610,220">
              <v:shape style="position:absolute;left:2561;top:544;width:1610;height:220" coordorigin="2561,544" coordsize="1610,220" path="m2561,544l4171,544,4171,764,2561,764,2561,544e" filled="t" fillcolor="#E6E6E6" stroked="f">
                <v:path arrowok="t"/>
                <v:fill/>
              </v:shape>
            </v:group>
            <v:group style="position:absolute;left:2556;top:511;width:1620;height:2" coordorigin="2556,511" coordsize="1620,2">
              <v:shape style="position:absolute;left:2556;top:511;width:1620;height:2" coordorigin="2556,511" coordsize="1620,0" path="m2556,511l4176,511e" filled="f" stroked="t" strokeweight=".666667pt" strokecolor="#E6E6E6">
                <v:path arrowok="t"/>
              </v:shape>
            </v:group>
            <v:group style="position:absolute;left:2559;top:537;width:1613;height:2" coordorigin="2559,537" coordsize="1613,2">
              <v:shape style="position:absolute;left:2559;top:537;width:1613;height:2" coordorigin="2559,537" coordsize="1613,0" path="m2563,537l4176,537e" filled="f" stroked="t" strokeweight=".666667pt" strokecolor="#E6E6E6">
                <v:path arrowok="t"/>
              </v:shape>
            </v:group>
            <v:group style="position:absolute;left:2559;top:771;width:1613;height:2" coordorigin="2559,771" coordsize="1613,2">
              <v:shape style="position:absolute;left:2559;top:771;width:1613;height:2" coordorigin="2559,771" coordsize="1613,0" path="m2563,771l4176,771e" filled="f" stroked="t" strokeweight=".666667pt" strokecolor="#E6E6E6">
                <v:path arrowok="t"/>
              </v:shape>
            </v:group>
            <v:group style="position:absolute;left:4181;top:544;width:1178;height:220" coordorigin="4181,544" coordsize="1178,220">
              <v:shape style="position:absolute;left:4181;top:544;width:1178;height:220" coordorigin="4181,544" coordsize="1178,220" path="m4181,544l5359,544,5359,764,4181,764,4181,544e" filled="t" fillcolor="#E6E6E6" stroked="f">
                <v:path arrowok="t"/>
                <v:fill/>
              </v:shape>
            </v:group>
            <v:group style="position:absolute;left:4176;top:511;width:1188;height:2" coordorigin="4176,511" coordsize="1188,2">
              <v:shape style="position:absolute;left:4176;top:511;width:1188;height:2" coordorigin="4176,511" coordsize="1188,0" path="m4176,511l5364,511e" filled="f" stroked="t" strokeweight=".666667pt" strokecolor="#E6E6E6">
                <v:path arrowok="t"/>
              </v:shape>
            </v:group>
            <v:group style="position:absolute;left:4179;top:537;width:1181;height:2" coordorigin="4179,537" coordsize="1181,2">
              <v:shape style="position:absolute;left:4179;top:537;width:1181;height:2" coordorigin="4179,537" coordsize="1181,0" path="m4183,537l5364,537e" filled="f" stroked="t" strokeweight=".666667pt" strokecolor="#E6E6E6">
                <v:path arrowok="t"/>
              </v:shape>
            </v:group>
            <v:group style="position:absolute;left:4179;top:771;width:1181;height:2" coordorigin="4179,771" coordsize="1181,2">
              <v:shape style="position:absolute;left:4179;top:771;width:1181;height:2" coordorigin="4179,771" coordsize="1181,0" path="m4183,771l5364,771e" filled="f" stroked="t" strokeweight=".666667pt" strokecolor="#E6E6E6">
                <v:path arrowok="t"/>
              </v:shape>
            </v:group>
            <v:group style="position:absolute;left:5369;top:544;width:1070;height:220" coordorigin="5369,544" coordsize="1070,220">
              <v:shape style="position:absolute;left:5369;top:544;width:1070;height:220" coordorigin="5369,544" coordsize="1070,220" path="m5369,544l6439,544,6439,764,5369,764,5369,544e" filled="t" fillcolor="#E6E6E6" stroked="f">
                <v:path arrowok="t"/>
                <v:fill/>
              </v:shape>
            </v:group>
            <v:group style="position:absolute;left:5364;top:511;width:1080;height:2" coordorigin="5364,511" coordsize="1080,2">
              <v:shape style="position:absolute;left:5364;top:511;width:1080;height:2" coordorigin="5364,511" coordsize="1080,0" path="m5364,511l6444,511e" filled="f" stroked="t" strokeweight=".666667pt" strokecolor="#E6E6E6">
                <v:path arrowok="t"/>
              </v:shape>
            </v:group>
            <v:group style="position:absolute;left:5367;top:537;width:1073;height:2" coordorigin="5367,537" coordsize="1073,2">
              <v:shape style="position:absolute;left:5367;top:537;width:1073;height:2" coordorigin="5367,537" coordsize="1073,0" path="m5371,537l6444,537e" filled="f" stroked="t" strokeweight=".666667pt" strokecolor="#E6E6E6">
                <v:path arrowok="t"/>
              </v:shape>
            </v:group>
            <v:group style="position:absolute;left:5367;top:771;width:1073;height:2" coordorigin="5367,771" coordsize="1073,2">
              <v:shape style="position:absolute;left:5367;top:771;width:1073;height:2" coordorigin="5367,771" coordsize="1073,0" path="m5371,771l6444,771e" filled="f" stroked="t" strokeweight=".666667pt" strokecolor="#E6E6E6">
                <v:path arrowok="t"/>
              </v:shape>
            </v:group>
            <v:group style="position:absolute;left:6449;top:544;width:1070;height:220" coordorigin="6449,544" coordsize="1070,220">
              <v:shape style="position:absolute;left:6449;top:544;width:1070;height:220" coordorigin="6449,544" coordsize="1070,220" path="m6449,544l7519,544,7519,764,6449,764,6449,544e" filled="t" fillcolor="#E6E6E6" stroked="f">
                <v:path arrowok="t"/>
                <v:fill/>
              </v:shape>
            </v:group>
            <v:group style="position:absolute;left:6444;top:511;width:1080;height:2" coordorigin="6444,511" coordsize="1080,2">
              <v:shape style="position:absolute;left:6444;top:511;width:1080;height:2" coordorigin="6444,511" coordsize="1080,0" path="m6444,511l7524,511e" filled="f" stroked="t" strokeweight=".666667pt" strokecolor="#E6E6E6">
                <v:path arrowok="t"/>
              </v:shape>
            </v:group>
            <v:group style="position:absolute;left:6447;top:537;width:1073;height:2" coordorigin="6447,537" coordsize="1073,2">
              <v:shape style="position:absolute;left:6447;top:537;width:1073;height:2" coordorigin="6447,537" coordsize="1073,0" path="m6451,537l7524,537e" filled="f" stroked="t" strokeweight=".666667pt" strokecolor="#E6E6E6">
                <v:path arrowok="t"/>
              </v:shape>
            </v:group>
            <v:group style="position:absolute;left:6447;top:771;width:1073;height:2" coordorigin="6447,771" coordsize="1073,2">
              <v:shape style="position:absolute;left:6447;top:771;width:1073;height:2" coordorigin="6447,771" coordsize="1073,0" path="m6451,771l7524,771e" filled="f" stroked="t" strokeweight=".666667pt" strokecolor="#E6E6E6">
                <v:path arrowok="t"/>
              </v:shape>
            </v:group>
            <v:group style="position:absolute;left:7529;top:544;width:1070;height:220" coordorigin="7529,544" coordsize="1070,220">
              <v:shape style="position:absolute;left:7529;top:544;width:1070;height:220" coordorigin="7529,544" coordsize="1070,220" path="m7529,544l8599,544,8599,764,7529,764,7529,544e" filled="t" fillcolor="#E6E6E6" stroked="f">
                <v:path arrowok="t"/>
                <v:fill/>
              </v:shape>
            </v:group>
            <v:group style="position:absolute;left:7524;top:511;width:1080;height:2" coordorigin="7524,511" coordsize="1080,2">
              <v:shape style="position:absolute;left:7524;top:511;width:1080;height:2" coordorigin="7524,511" coordsize="1080,0" path="m7524,511l8604,511e" filled="f" stroked="t" strokeweight=".666667pt" strokecolor="#E6E6E6">
                <v:path arrowok="t"/>
              </v:shape>
            </v:group>
            <v:group style="position:absolute;left:7527;top:537;width:1073;height:2" coordorigin="7527,537" coordsize="1073,2">
              <v:shape style="position:absolute;left:7527;top:537;width:1073;height:2" coordorigin="7527,537" coordsize="1073,0" path="m7531,537l8604,537e" filled="f" stroked="t" strokeweight=".666667pt" strokecolor="#E6E6E6">
                <v:path arrowok="t"/>
              </v:shape>
            </v:group>
            <v:group style="position:absolute;left:7527;top:771;width:1073;height:2" coordorigin="7527,771" coordsize="1073,2">
              <v:shape style="position:absolute;left:7527;top:771;width:1073;height:2" coordorigin="7527,771" coordsize="1073,0" path="m7531,771l8604,771e" filled="f" stroked="t" strokeweight=".666667pt" strokecolor="#E6E6E6">
                <v:path arrowok="t"/>
              </v:shape>
            </v:group>
            <v:group style="position:absolute;left:8609;top:544;width:1286;height:220" coordorigin="8609,544" coordsize="1286,220">
              <v:shape style="position:absolute;left:8609;top:544;width:1286;height:220" coordorigin="8609,544" coordsize="1286,220" path="m8609,544l9895,544,9895,764,8609,764,8609,544e" filled="t" fillcolor="#E6E6E6" stroked="f">
                <v:path arrowok="t"/>
                <v:fill/>
              </v:shape>
            </v:group>
            <v:group style="position:absolute;left:8604;top:511;width:1296;height:2" coordorigin="8604,511" coordsize="1296,2">
              <v:shape style="position:absolute;left:8604;top:511;width:1296;height:2" coordorigin="8604,511" coordsize="1296,0" path="m8604,511l9900,511e" filled="f" stroked="t" strokeweight=".666667pt" strokecolor="#E6E6E6">
                <v:path arrowok="t"/>
              </v:shape>
            </v:group>
            <v:group style="position:absolute;left:8607;top:537;width:1289;height:2" coordorigin="8607,537" coordsize="1289,2">
              <v:shape style="position:absolute;left:8607;top:537;width:1289;height:2" coordorigin="8607,537" coordsize="1289,0" path="m8611,537l9900,537e" filled="f" stroked="t" strokeweight=".666667pt" strokecolor="#E6E6E6">
                <v:path arrowok="t"/>
              </v:shape>
            </v:group>
            <v:group style="position:absolute;left:8607;top:771;width:1289;height:2" coordorigin="8607,771" coordsize="1289,2">
              <v:shape style="position:absolute;left:8607;top:771;width:1289;height:2" coordorigin="8607,771" coordsize="1289,0" path="m8611,771l9900,771e" filled="f" stroked="t" strokeweight=".666667pt" strokecolor="#E6E6E6">
                <v:path arrowok="t"/>
              </v:shape>
            </v:group>
            <v:group style="position:absolute;left:9905;top:544;width:854;height:220" coordorigin="9905,544" coordsize="854,220">
              <v:shape style="position:absolute;left:9905;top:544;width:854;height:220" coordorigin="9905,544" coordsize="854,220" path="m9905,544l10759,544,10759,764,9905,764,9905,544e" filled="t" fillcolor="#E6E6E6" stroked="f">
                <v:path arrowok="t"/>
                <v:fill/>
              </v:shape>
            </v:group>
            <v:group style="position:absolute;left:9900;top:511;width:864;height:2" coordorigin="9900,511" coordsize="864,2">
              <v:shape style="position:absolute;left:9900;top:511;width:864;height:2" coordorigin="9900,511" coordsize="864,0" path="m9900,511l10764,511e" filled="f" stroked="t" strokeweight=".666667pt" strokecolor="#E6E6E6">
                <v:path arrowok="t"/>
              </v:shape>
            </v:group>
            <v:group style="position:absolute;left:9903;top:537;width:857;height:2" coordorigin="9903,537" coordsize="857,2">
              <v:shape style="position:absolute;left:9903;top:537;width:857;height:2" coordorigin="9903,537" coordsize="857,0" path="m9907,537l10764,537e" filled="f" stroked="t" strokeweight=".666667pt" strokecolor="#E6E6E6">
                <v:path arrowok="t"/>
              </v:shape>
            </v:group>
            <v:group style="position:absolute;left:9903;top:771;width:857;height:2" coordorigin="9903,771" coordsize="857,2">
              <v:shape style="position:absolute;left:9903;top:771;width:857;height:2" coordorigin="9903,771" coordsize="857,0" path="m9907,771l10764,771e" filled="f" stroked="t" strokeweight=".666667pt" strokecolor="#E6E6E6">
                <v:path arrowok="t"/>
              </v:shape>
            </v:group>
            <v:group style="position:absolute;left:10769;top:544;width:746;height:220" coordorigin="10769,544" coordsize="746,220">
              <v:shape style="position:absolute;left:10769;top:544;width:746;height:220" coordorigin="10769,544" coordsize="746,220" path="m10769,544l11515,544,11515,764,10769,764,10769,544e" filled="t" fillcolor="#E6E6E6" stroked="f">
                <v:path arrowok="t"/>
                <v:fill/>
              </v:shape>
            </v:group>
            <v:group style="position:absolute;left:10764;top:511;width:759;height:2" coordorigin="10764,511" coordsize="759,2">
              <v:shape style="position:absolute;left:10764;top:511;width:759;height:2" coordorigin="10764,511" coordsize="759,0" path="m10764,511l11523,511e" filled="f" stroked="t" strokeweight=".666667pt" strokecolor="#E6E6E6">
                <v:path arrowok="t"/>
              </v:shape>
            </v:group>
            <v:group style="position:absolute;left:10767;top:537;width:749;height:2" coordorigin="10767,537" coordsize="749,2">
              <v:shape style="position:absolute;left:10767;top:537;width:749;height:2" coordorigin="10767,537" coordsize="749,0" path="m10771,537l11520,537e" filled="f" stroked="t" strokeweight=".666667pt" strokecolor="#E6E6E6">
                <v:path arrowok="t"/>
              </v:shape>
            </v:group>
            <v:group style="position:absolute;left:11520;top:524;width:2;height:260" coordorigin="11520,524" coordsize="2,260">
              <v:shape style="position:absolute;left:11520;top:524;width:2;height:260" coordorigin="11520,524" coordsize="0,260" path="m11520,544l11520,804e" filled="f" stroked="t" strokeweight=".5pt" strokecolor="#FFFFFF">
                <v:path arrowok="t"/>
              </v:shape>
            </v:group>
            <v:group style="position:absolute;left:10767;top:771;width:749;height:2" coordorigin="10767,771" coordsize="749,2">
              <v:shape style="position:absolute;left:10767;top:771;width:749;height:2" coordorigin="10767,771" coordsize="749,0" path="m10771,771l11520,771e" filled="f" stroked="t" strokeweight=".666667pt" strokecolor="#E6E6E6">
                <v:path arrowok="t"/>
              </v:shape>
            </v:group>
            <v:group style="position:absolute;left:720;top:797;width:10800;height:2" coordorigin="720,797" coordsize="10800,2">
              <v:shape style="position:absolute;left:720;top:797;width:10800;height:2" coordorigin="720,797" coordsize="10800,0" path="m720,797l11520,797e" filled="f" stroked="t" strokeweight=".66676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522" w:right="-20"/>
        <w:jc w:val="left"/>
        <w:tabs>
          <w:tab w:pos="1280" w:val="left"/>
          <w:tab w:pos="2040" w:val="left"/>
          <w:tab w:pos="3660" w:val="left"/>
          <w:tab w:pos="5920" w:val="left"/>
          <w:tab w:pos="7000" w:val="left"/>
          <w:tab w:pos="8080" w:val="left"/>
          <w:tab w:pos="9380" w:val="left"/>
          <w:tab w:pos="10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Status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86pt;width:541.000001pt;height:14.999976pt;mso-position-horizontal-relative:page;mso-position-vertical-relative:paragraph;z-index:-961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91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72pt;width:541.000001pt;height:15.000025pt;mso-position-horizontal-relative:page;mso-position-vertical-relative:paragraph;z-index:-960" coordorigin="710,454" coordsize="10820,300">
            <v:group style="position:absolute;left:725;top:494;width:5390;height:220" coordorigin="725,494" coordsize="5390,220">
              <v:shape style="position:absolute;left:725;top:494;width:5390;height:220" coordorigin="725,494" coordsize="5390,220" path="m725,494l6115,494,6115,714,725,714,725,494e" filled="t" fillcolor="#E6E6E6" stroked="f">
                <v:path arrowok="t"/>
                <v:fill/>
              </v:shape>
            </v:group>
            <v:group style="position:absolute;left:717;top:461;width:5403;height:2" coordorigin="717,461" coordsize="5403,2">
              <v:shape style="position:absolute;left:717;top:461;width:5403;height:2" coordorigin="717,461" coordsize="5403,0" path="m718,461l6122,461e" filled="f" stroked="t" strokeweight=".666667pt" strokecolor="#E6E6E6">
                <v:path arrowok="t"/>
              </v:shape>
            </v:group>
            <v:group style="position:absolute;left:723;top:487;width:5393;height:2" coordorigin="723,487" coordsize="5393,2">
              <v:shape style="position:absolute;left:723;top:487;width:5393;height:2" coordorigin="723,487" coordsize="5393,0" path="m732,487l6125,487e" filled="f" stroked="t" strokeweight=".666667pt" strokecolor="#E6E6E6">
                <v:path arrowok="t"/>
              </v:shape>
            </v:group>
            <v:group style="position:absolute;left:723;top:721;width:5393;height:2" coordorigin="723,721" coordsize="5393,2">
              <v:shape style="position:absolute;left:723;top:721;width:5393;height:2" coordorigin="723,721" coordsize="5393,0" path="m727,721l61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6125;top:494;width:5390;height:220" coordorigin="6125,494" coordsize="5390,220">
              <v:shape style="position:absolute;left:6125;top:494;width:5390;height:220" coordorigin="6125,494" coordsize="5390,220" path="m6125,494l11515,494,11515,714,6125,714,6125,494e" filled="t" fillcolor="#E6E6E6" stroked="f">
                <v:path arrowok="t"/>
                <v:fill/>
              </v:shape>
            </v:group>
            <v:group style="position:absolute;left:6120;top:461;width:5403;height:2" coordorigin="6120,461" coordsize="5403,2">
              <v:shape style="position:absolute;left:6120;top:461;width:5403;height:2" coordorigin="6120,461" coordsize="5403,0" path="m6120,461l11523,461e" filled="f" stroked="t" strokeweight=".666667pt" strokecolor="#E6E6E6">
                <v:path arrowok="t"/>
              </v:shape>
            </v:group>
            <v:group style="position:absolute;left:6123;top:487;width:5393;height:2" coordorigin="6123,487" coordsize="5393,2">
              <v:shape style="position:absolute;left:6123;top:487;width:5393;height:2" coordorigin="6123,487" coordsize="5393,0" path="m6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6123;top:721;width:5393;height:2" coordorigin="6123,721" coordsize="5393,2">
              <v:shape style="position:absolute;left:6123;top:721;width:5393;height:2" coordorigin="6123,721" coordsize="5393,0" path="m6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6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35.25pt;margin-top:278.656006pt;width:541.500003pt;height:13.600001pt;mso-position-horizontal-relative:page;mso-position-vertical-relative:page;z-index:-958" coordorigin="705,5573" coordsize="10830,272">
            <v:group style="position:absolute;left:720;top:5613;width:10800;height:192" coordorigin="720,5613" coordsize="10800,192">
              <v:shape style="position:absolute;left:720;top:5613;width:10800;height:192" coordorigin="720,5613" coordsize="10800,192" path="m720,5613l11520,5613,11520,5805,720,5805,720,5613e" filled="t" fillcolor="#E6E6E6" stroked="f">
                <v:path arrowok="t"/>
                <v:fill/>
              </v:shape>
            </v:group>
            <v:group style="position:absolute;left:712;top:5580;width:10817;height:2" coordorigin="712,5580" coordsize="10817,2">
              <v:shape style="position:absolute;left:712;top:5580;width:10817;height:2" coordorigin="712,5580" coordsize="10817,0" path="m713,5580l11530,5580e" filled="f" stroked="t" strokeweight=".666667pt" strokecolor="#E6E6E6">
                <v:path arrowok="t"/>
              </v:shape>
            </v:group>
            <v:group style="position:absolute;left:718;top:5606;width:10803;height:2" coordorigin="718,5606" coordsize="10803,2">
              <v:shape style="position:absolute;left:718;top:5606;width:10803;height:2" coordorigin="718,5606" coordsize="10803,0" path="m727,5606l11530,5606e" filled="f" stroked="t" strokeweight=".666667pt" strokecolor="#E6E6E6">
                <v:path arrowok="t"/>
              </v:shape>
            </v:group>
            <v:group style="position:absolute;left:11525;top:5593;width:2;height:232" coordorigin="11525,5593" coordsize="2,232">
              <v:shape style="position:absolute;left:11525;top:5593;width:2;height:232" coordorigin="11525,5593" coordsize="0,232" path="m11525,5613l11525,5845e" filled="f" stroked="t" strokeweight=".5pt" strokecolor="#FFFFFF">
                <v:path arrowok="t"/>
              </v:shape>
            </v:group>
            <v:group style="position:absolute;left:718;top:5812;width:10803;height:2" coordorigin="718,5812" coordsize="10803,2">
              <v:shape style="position:absolute;left:718;top:5812;width:10803;height:2" coordorigin="718,5812" coordsize="10803,0" path="m727,5812l11530,5812e" filled="f" stroked="t" strokeweight=".666667pt" strokecolor="#E6E6E6">
                <v:path arrowok="t"/>
              </v:shape>
            </v:group>
            <v:group style="position:absolute;left:712;top:5838;width:10817;height:2" coordorigin="712,5838" coordsize="10817,2">
              <v:shape style="position:absolute;left:712;top:5838;width:10817;height:2" coordorigin="712,5838" coordsize="10817,0" path="m713,5838l11530,5838e" filled="f" stroked="t" strokeweight=".666667pt" strokecolor="#E6E6E6">
                <v:path arrowok="t"/>
              </v:shape>
            </v:group>
            <v:group style="position:absolute;left:715;top:5593;width:2;height:232" coordorigin="715,5593" coordsize="2,232">
              <v:shape style="position:absolute;left:715;top:5593;width:2;height:232" coordorigin="715,5593" coordsize="0,232" path="m715,5613l715,5845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25.455994pt;width:539.718009pt;height:145.138pt;mso-position-horizontal-relative:page;mso-position-vertical-relative:page;z-index:-957" coordorigin="723,6509" coordsize="10794,2903">
            <v:group style="position:absolute;left:728;top:6514;width:10784;height:2" coordorigin="728,6514" coordsize="10784,2">
              <v:shape style="position:absolute;left:728;top:6514;width:10784;height:2" coordorigin="728,6514" coordsize="10784,0" path="m733,6514l11517,6514e" filled="f" stroked="t" strokeweight=".5pt" strokecolor="#000000">
                <v:path arrowok="t"/>
              </v:shape>
            </v:group>
            <v:group style="position:absolute;left:11512;top:6514;width:2;height:2893" coordorigin="11512,6514" coordsize="2,2893">
              <v:shape style="position:absolute;left:11512;top:6514;width:2;height:2893" coordorigin="11512,6514" coordsize="0,2893" path="m11512,6519l11512,9412e" filled="f" stroked="t" strokeweight=".5pt" strokecolor="#000000">
                <v:path arrowok="t"/>
              </v:shape>
            </v:group>
            <v:group style="position:absolute;left:728;top:9407;width:10784;height:2" coordorigin="728,9407" coordsize="10784,2">
              <v:shape style="position:absolute;left:728;top:9407;width:10784;height:2" coordorigin="728,9407" coordsize="10784,0" path="m733,9407l11517,9407e" filled="f" stroked="t" strokeweight=".5pt" strokecolor="#000000">
                <v:path arrowok="t"/>
              </v:shape>
            </v:group>
            <v:group style="position:absolute;left:728;top:6514;width:2;height:2893" coordorigin="728,6514" coordsize="2,2893">
              <v:shape style="position:absolute;left:728;top:6514;width:2;height:2893" coordorigin="728,6514" coordsize="0,2893" path="m728,6519l728,941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78.593994pt;width:539.718009pt;height:145.138001pt;mso-position-horizontal-relative:page;mso-position-vertical-relative:page;z-index:-956" coordorigin="723,9572" coordsize="10794,2903">
            <v:group style="position:absolute;left:728;top:9577;width:10784;height:2" coordorigin="728,9577" coordsize="10784,2">
              <v:shape style="position:absolute;left:728;top:9577;width:10784;height:2" coordorigin="728,9577" coordsize="10784,0" path="m733,9577l11517,9577e" filled="f" stroked="t" strokeweight=".5pt" strokecolor="#000000">
                <v:path arrowok="t"/>
              </v:shape>
            </v:group>
            <v:group style="position:absolute;left:11512;top:9577;width:2;height:2893" coordorigin="11512,9577" coordsize="2,2893">
              <v:shape style="position:absolute;left:11512;top:9577;width:2;height:2893" coordorigin="11512,9577" coordsize="0,2893" path="m11512,9582l11512,12475e" filled="f" stroked="t" strokeweight=".5pt" strokecolor="#000000">
                <v:path arrowok="t"/>
              </v:shape>
            </v:group>
            <v:group style="position:absolute;left:728;top:12470;width:10784;height:2" coordorigin="728,12470" coordsize="10784,2">
              <v:shape style="position:absolute;left:728;top:12470;width:10784;height:2" coordorigin="728,12470" coordsize="10784,0" path="m733,12470l11517,12470e" filled="f" stroked="t" strokeweight=".5pt" strokecolor="#000000">
                <v:path arrowok="t"/>
              </v:shape>
            </v:group>
            <v:group style="position:absolute;left:728;top:9577;width:2;height:2893" coordorigin="728,9577" coordsize="2,2893">
              <v:shape style="position:absolute;left:728;top:9577;width:2;height:2893" coordorigin="728,9577" coordsize="0,2893" path="m728,9582l728,12475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31.481995pt;width:539.718009pt;height:61.468994pt;mso-position-horizontal-relative:page;mso-position-vertical-relative:page;z-index:-955" coordorigin="723,12630" coordsize="10794,1229">
            <v:group style="position:absolute;left:728;top:12640;width:10784;height:2" coordorigin="728,12640" coordsize="10784,2">
              <v:shape style="position:absolute;left:728;top:12640;width:10784;height:2" coordorigin="728,12640" coordsize="10784,0" path="m733,12640l11517,12640e" filled="f" stroked="t" strokeweight=".5pt" strokecolor="#000000">
                <v:path arrowok="t"/>
              </v:shape>
            </v:group>
            <v:group style="position:absolute;left:11512;top:12640;width:2;height:1214" coordorigin="11512,12640" coordsize="2,1214">
              <v:shape style="position:absolute;left:11512;top:12640;width:2;height:1214" coordorigin="11512,12640" coordsize="0,1214" path="m11512,12645l11512,13859e" filled="f" stroked="t" strokeweight=".5pt" strokecolor="#000000">
                <v:path arrowok="t"/>
              </v:shape>
            </v:group>
            <v:group style="position:absolute;left:728;top:12640;width:2;height:1214" coordorigin="728,12640" coordsize="2,1214">
              <v:shape style="position:absolute;left:728;top:12640;width:2;height:1214" coordorigin="728,12640" coordsize="0,1214" path="m728,12645l728,13859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959" type="#_x0000_t75">
            <v:imagedata r:id="rId27" o:title=""/>
          </v:shape>
        </w:pict>
      </w:r>
      <w:hyperlink r:id="rId28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83525: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Check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that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Valid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Characters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are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Accepted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in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Order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Menu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Edit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  <w:position w:val="0"/>
          </w:rPr>
        </w:r>
      </w:hyperlink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Draft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50" w:lineRule="auto"/>
        <w:ind w:left="100" w:right="2990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(HP)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(HP)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validates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certain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special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characters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accepted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Edit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option.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Developer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50" w:lineRule="auto"/>
        <w:ind w:left="226" w:right="28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Prerequisite: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MANAGEMENT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assigned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SECONDARY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NEW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PERSON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(#200)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file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entry.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MANAGEMENT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643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MANAGEMENT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"MN"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"Enter/edit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menus".</w:t>
      </w:r>
    </w:p>
    <w:p>
      <w:pPr>
        <w:jc w:val="left"/>
        <w:spacing w:after="0"/>
        <w:sectPr>
          <w:pgMar w:footer="979" w:header="0" w:top="1360" w:bottom="1160" w:left="620" w:right="940"/>
          <w:footerReference w:type="default" r:id="rId26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76.418999pt;mso-position-horizontal-relative:page;mso-position-vertical-relative:page;z-index:-954" coordorigin="723,1435" coordsize="10794,1528">
            <v:group style="position:absolute;left:11512;top:1440;width:2;height:1518" coordorigin="11512,1440" coordsize="2,1518">
              <v:shape style="position:absolute;left:11512;top:1440;width:2;height:1518" coordorigin="11512,1440" coordsize="0,1518" path="m11512,1440l11512,2958e" filled="f" stroked="t" strokeweight=".5pt" strokecolor="#000000">
                <v:path arrowok="t"/>
              </v:shape>
            </v:group>
            <v:group style="position:absolute;left:728;top:2958;width:10784;height:2" coordorigin="728,2958" coordsize="10784,2">
              <v:shape style="position:absolute;left:728;top:2958;width:10784;height:2" coordorigin="728,2958" coordsize="10784,0" path="m733,2958l11517,2958e" filled="f" stroked="t" strokeweight=".5pt" strokecolor="#000000">
                <v:path arrowok="t"/>
              </v:shape>
            </v:group>
            <v:group style="position:absolute;left:728;top:1440;width:2;height:1518" coordorigin="728,1440" coordsize="2,1518">
              <v:shape style="position:absolute;left:728;top:1440;width:2;height:1518" coordorigin="728,1440" coordsize="0,1518" path="m728,1440l728,295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56.169006pt;width:539.718009pt;height:145.138008pt;mso-position-horizontal-relative:page;mso-position-vertical-relative:page;z-index:-953" coordorigin="723,3123" coordsize="10794,2903">
            <v:group style="position:absolute;left:728;top:3128;width:10784;height:2" coordorigin="728,3128" coordsize="10784,2">
              <v:shape style="position:absolute;left:728;top:3128;width:10784;height:2" coordorigin="728,3128" coordsize="10784,0" path="m733,3128l11517,3128e" filled="f" stroked="t" strokeweight=".5pt" strokecolor="#000000">
                <v:path arrowok="t"/>
              </v:shape>
            </v:group>
            <v:group style="position:absolute;left:11512;top:3128;width:2;height:2893" coordorigin="11512,3128" coordsize="2,2893">
              <v:shape style="position:absolute;left:11512;top:3128;width:2;height:2893" coordorigin="11512,3128" coordsize="0,2893" path="m11512,3133l11512,6026e" filled="f" stroked="t" strokeweight=".5pt" strokecolor="#000000">
                <v:path arrowok="t"/>
              </v:shape>
            </v:group>
            <v:group style="position:absolute;left:728;top:6021;width:10784;height:2" coordorigin="728,6021" coordsize="10784,2">
              <v:shape style="position:absolute;left:728;top:6021;width:10784;height:2" coordorigin="728,6021" coordsize="10784,0" path="m733,6021l11517,6021e" filled="f" stroked="t" strokeweight=".5pt" strokecolor="#000000">
                <v:path arrowok="t"/>
              </v:shape>
            </v:group>
            <v:group style="position:absolute;left:728;top:3128;width:2;height:2893" coordorigin="728,3128" coordsize="2,2893">
              <v:shape style="position:absolute;left:728;top:3128;width:2;height:2893" coordorigin="728,3128" coordsize="0,2893" path="m728,3133l728,602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09.307007pt;width:539.718009pt;height:145.138pt;mso-position-horizontal-relative:page;mso-position-vertical-relative:page;z-index:-952" coordorigin="723,6186" coordsize="10794,2903">
            <v:group style="position:absolute;left:728;top:6191;width:10784;height:2" coordorigin="728,6191" coordsize="10784,2">
              <v:shape style="position:absolute;left:728;top:6191;width:10784;height:2" coordorigin="728,6191" coordsize="10784,0" path="m733,6191l11517,6191e" filled="f" stroked="t" strokeweight=".5pt" strokecolor="#000000">
                <v:path arrowok="t"/>
              </v:shape>
            </v:group>
            <v:group style="position:absolute;left:11512;top:6191;width:2;height:2893" coordorigin="11512,6191" coordsize="2,2893">
              <v:shape style="position:absolute;left:11512;top:6191;width:2;height:2893" coordorigin="11512,6191" coordsize="0,2893" path="m11512,6196l11512,9089e" filled="f" stroked="t" strokeweight=".5pt" strokecolor="#000000">
                <v:path arrowok="t"/>
              </v:shape>
            </v:group>
            <v:group style="position:absolute;left:728;top:9084;width:10784;height:2" coordorigin="728,9084" coordsize="10784,2">
              <v:shape style="position:absolute;left:728;top:9084;width:10784;height:2" coordorigin="728,9084" coordsize="10784,0" path="m733,9084l11517,9084e" filled="f" stroked="t" strokeweight=".5pt" strokecolor="#000000">
                <v:path arrowok="t"/>
              </v:shape>
            </v:group>
            <v:group style="position:absolute;left:728;top:6191;width:2;height:2893" coordorigin="728,6191" coordsize="2,2893">
              <v:shape style="position:absolute;left:728;top:6191;width:2;height:2893" coordorigin="728,6191" coordsize="0,2893" path="m728,6196l728,9089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62.445007pt;width:539.718009pt;height:145.138001pt;mso-position-horizontal-relative:page;mso-position-vertical-relative:page;z-index:-951" coordorigin="723,9249" coordsize="10794,2903">
            <v:group style="position:absolute;left:728;top:9254;width:10784;height:2" coordorigin="728,9254" coordsize="10784,2">
              <v:shape style="position:absolute;left:728;top:9254;width:10784;height:2" coordorigin="728,9254" coordsize="10784,0" path="m733,9254l11517,9254e" filled="f" stroked="t" strokeweight=".5pt" strokecolor="#000000">
                <v:path arrowok="t"/>
              </v:shape>
            </v:group>
            <v:group style="position:absolute;left:11512;top:9254;width:2;height:2893" coordorigin="11512,9254" coordsize="2,2893">
              <v:shape style="position:absolute;left:11512;top:9254;width:2;height:2893" coordorigin="11512,9254" coordsize="0,2893" path="m11512,9259l11512,12152e" filled="f" stroked="t" strokeweight=".5pt" strokecolor="#000000">
                <v:path arrowok="t"/>
              </v:shape>
            </v:group>
            <v:group style="position:absolute;left:728;top:12147;width:10784;height:2" coordorigin="728,12147" coordsize="10784,2">
              <v:shape style="position:absolute;left:728;top:12147;width:10784;height:2" coordorigin="728,12147" coordsize="10784,0" path="m733,12147l11517,12147e" filled="f" stroked="t" strokeweight=".5pt" strokecolor="#000000">
                <v:path arrowok="t"/>
              </v:shape>
            </v:group>
            <v:group style="position:absolute;left:728;top:9254;width:2;height:2893" coordorigin="728,9254" coordsize="2,2893">
              <v:shape style="position:absolute;left:728;top:9254;width:2;height:2893" coordorigin="728,9254" coordsize="0,2893" path="m728,9259l728,1215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15.333008pt;width:539.718009pt;height:92.669006pt;mso-position-horizontal-relative:page;mso-position-vertical-relative:page;z-index:-950" coordorigin="723,12307" coordsize="10794,1853">
            <v:group style="position:absolute;left:728;top:12317;width:10784;height:2" coordorigin="728,12317" coordsize="10784,2">
              <v:shape style="position:absolute;left:728;top:12317;width:10784;height:2" coordorigin="728,12317" coordsize="10784,0" path="m733,12317l11517,12317e" filled="f" stroked="t" strokeweight=".5pt" strokecolor="#000000">
                <v:path arrowok="t"/>
              </v:shape>
            </v:group>
            <v:group style="position:absolute;left:11512;top:12317;width:2;height:1838" coordorigin="11512,12317" coordsize="2,1838">
              <v:shape style="position:absolute;left:11512;top:12317;width:2;height:1838" coordorigin="11512,12317" coordsize="0,1838" path="m11512,12322l11512,14160e" filled="f" stroked="t" strokeweight=".5pt" strokecolor="#000000">
                <v:path arrowok="t"/>
              </v:shape>
            </v:group>
            <v:group style="position:absolute;left:728;top:12317;width:2;height:1838" coordorigin="728,12317" coordsize="2,1838">
              <v:shape style="position:absolute;left:728;top:12317;width:2;height:1838" coordorigin="728,12317" coordsize="0,1838" path="m728,12322l728,14160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2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39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"ORZ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CBOC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LABS"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903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"ORZ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CBOC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LABS"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inside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LISTMANAGER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dialog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box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bottom..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18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ORZ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CBOC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"ADD"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17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"Add:"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"TEXT"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45.219002pt;mso-position-horizontal-relative:page;mso-position-vertical-relative:page;z-index:-949" coordorigin="723,1435" coordsize="10794,904">
            <v:group style="position:absolute;left:11512;top:1440;width:2;height:894" coordorigin="11512,1440" coordsize="2,894">
              <v:shape style="position:absolute;left:11512;top:1440;width:2;height:894" coordorigin="11512,1440" coordsize="0,894" path="m11512,1440l11512,2334e" filled="f" stroked="t" strokeweight=".5pt" strokecolor="#000000">
                <v:path arrowok="t"/>
              </v:shape>
            </v:group>
            <v:group style="position:absolute;left:728;top:2334;width:10784;height:2" coordorigin="728,2334" coordsize="10784,2">
              <v:shape style="position:absolute;left:728;top:2334;width:10784;height:2" coordorigin="728,2334" coordsize="10784,0" path="m733,2334l11517,2334e" filled="f" stroked="t" strokeweight=".5pt" strokecolor="#000000">
                <v:path arrowok="t"/>
              </v:shape>
            </v:group>
            <v:group style="position:absolute;left:728;top:1440;width:2;height:894" coordorigin="728,1440" coordsize="2,894">
              <v:shape style="position:absolute;left:728;top:1440;width:2;height:894" coordorigin="728,1440" coordsize="0,894" path="m728,1440l728,2334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24.969002pt;width:539.718009pt;height:145.137993pt;mso-position-horizontal-relative:page;mso-position-vertical-relative:page;z-index:-948" coordorigin="723,2499" coordsize="10794,2903">
            <v:group style="position:absolute;left:728;top:2504;width:10784;height:2" coordorigin="728,2504" coordsize="10784,2">
              <v:shape style="position:absolute;left:728;top:2504;width:10784;height:2" coordorigin="728,2504" coordsize="10784,0" path="m733,2504l11517,2504e" filled="f" stroked="t" strokeweight=".5pt" strokecolor="#000000">
                <v:path arrowok="t"/>
              </v:shape>
            </v:group>
            <v:group style="position:absolute;left:11512;top:2504;width:2;height:2893" coordorigin="11512,2504" coordsize="2,2893">
              <v:shape style="position:absolute;left:11512;top:2504;width:2;height:2893" coordorigin="11512,2504" coordsize="0,2893" path="m11512,2509l11512,5402e" filled="f" stroked="t" strokeweight=".5pt" strokecolor="#000000">
                <v:path arrowok="t"/>
              </v:shape>
            </v:group>
            <v:group style="position:absolute;left:728;top:5397;width:10784;height:2" coordorigin="728,5397" coordsize="10784,2">
              <v:shape style="position:absolute;left:728;top:5397;width:10784;height:2" coordorigin="728,5397" coordsize="10784,0" path="m733,5397l11517,5397e" filled="f" stroked="t" strokeweight=".5pt" strokecolor="#000000">
                <v:path arrowok="t"/>
              </v:shape>
            </v:group>
            <v:group style="position:absolute;left:728;top:2504;width:2;height:2893" coordorigin="728,2504" coordsize="2,2893">
              <v:shape style="position:absolute;left:728;top:2504;width:2;height:2893" coordorigin="728,2504" coordsize="0,2893" path="m728,2509l728,540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78.106995pt;width:539.718009pt;height:145.138pt;mso-position-horizontal-relative:page;mso-position-vertical-relative:page;z-index:-947" coordorigin="723,5562" coordsize="10794,2903">
            <v:group style="position:absolute;left:728;top:5567;width:10784;height:2" coordorigin="728,5567" coordsize="10784,2">
              <v:shape style="position:absolute;left:728;top:5567;width:10784;height:2" coordorigin="728,5567" coordsize="10784,0" path="m733,5567l11517,5567e" filled="f" stroked="t" strokeweight=".5pt" strokecolor="#000000">
                <v:path arrowok="t"/>
              </v:shape>
            </v:group>
            <v:group style="position:absolute;left:11512;top:5567;width:2;height:2893" coordorigin="11512,5567" coordsize="2,2893">
              <v:shape style="position:absolute;left:11512;top:5567;width:2;height:2893" coordorigin="11512,5567" coordsize="0,2893" path="m11512,5572l11512,8465e" filled="f" stroked="t" strokeweight=".5pt" strokecolor="#000000">
                <v:path arrowok="t"/>
              </v:shape>
            </v:group>
            <v:group style="position:absolute;left:728;top:8460;width:10784;height:2" coordorigin="728,8460" coordsize="10784,2">
              <v:shape style="position:absolute;left:728;top:8460;width:10784;height:2" coordorigin="728,8460" coordsize="10784,0" path="m733,8460l11517,8460e" filled="f" stroked="t" strokeweight=".5pt" strokecolor="#000000">
                <v:path arrowok="t"/>
              </v:shape>
            </v:group>
            <v:group style="position:absolute;left:728;top:5567;width:2;height:2893" coordorigin="728,5567" coordsize="2,2893">
              <v:shape style="position:absolute;left:728;top:5567;width:2;height:2893" coordorigin="728,5567" coordsize="0,2893" path="m728,5572l728,8465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31.244995pt;width:539.718009pt;height:145.138001pt;mso-position-horizontal-relative:page;mso-position-vertical-relative:page;z-index:-946" coordorigin="723,8625" coordsize="10794,2903">
            <v:group style="position:absolute;left:728;top:8630;width:10784;height:2" coordorigin="728,8630" coordsize="10784,2">
              <v:shape style="position:absolute;left:728;top:8630;width:10784;height:2" coordorigin="728,8630" coordsize="10784,0" path="m733,8630l11517,8630e" filled="f" stroked="t" strokeweight=".5pt" strokecolor="#000000">
                <v:path arrowok="t"/>
              </v:shape>
            </v:group>
            <v:group style="position:absolute;left:11512;top:8630;width:2;height:2893" coordorigin="11512,8630" coordsize="2,2893">
              <v:shape style="position:absolute;left:11512;top:8630;width:2;height:2893" coordorigin="11512,8630" coordsize="0,2893" path="m11512,8635l11512,11528e" filled="f" stroked="t" strokeweight=".5pt" strokecolor="#000000">
                <v:path arrowok="t"/>
              </v:shape>
            </v:group>
            <v:group style="position:absolute;left:728;top:11523;width:10784;height:2" coordorigin="728,11523" coordsize="10784,2">
              <v:shape style="position:absolute;left:728;top:11523;width:10784;height:2" coordorigin="728,11523" coordsize="10784,0" path="m733,11523l11517,11523e" filled="f" stroked="t" strokeweight=".5pt" strokecolor="#000000">
                <v:path arrowok="t"/>
              </v:shape>
            </v:group>
            <v:group style="position:absolute;left:728;top:8630;width:2;height:2893" coordorigin="728,8630" coordsize="2,2893">
              <v:shape style="position:absolute;left:728;top:8630;width:2;height:2893" coordorigin="728,8630" coordsize="0,2893" path="m728,8635l728,1152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84.132996pt;width:539.718009pt;height:129.869018pt;mso-position-horizontal-relative:page;mso-position-vertical-relative:page;z-index:-945" coordorigin="723,11683" coordsize="10794,2597">
            <v:group style="position:absolute;left:728;top:11693;width:10784;height:2" coordorigin="728,11693" coordsize="10784,2">
              <v:shape style="position:absolute;left:728;top:11693;width:10784;height:2" coordorigin="728,11693" coordsize="10784,0" path="m733,11693l11517,11693e" filled="f" stroked="t" strokeweight=".5pt" strokecolor="#000000">
                <v:path arrowok="t"/>
              </v:shape>
            </v:group>
            <v:group style="position:absolute;left:11512;top:11693;width:2;height:2582" coordorigin="11512,11693" coordsize="2,2582">
              <v:shape style="position:absolute;left:11512;top:11693;width:2;height:2582" coordorigin="11512,11693" coordsize="0,2582" path="m11512,11698l11512,14280e" filled="f" stroked="t" strokeweight=".5pt" strokecolor="#000000">
                <v:path arrowok="t"/>
              </v:shape>
            </v:group>
            <v:group style="position:absolute;left:728;top:11693;width:2;height:2582" coordorigin="728,11693" coordsize="2,2582">
              <v:shape style="position:absolute;left:728;top:11693;width:2;height:2582" coordorigin="728,11693" coordsize="0,2582" path="m728,11698l728,14280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"PLEASE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CHECK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ORDERS,"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0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"ROW:"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"4"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72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"COLUMN: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"1"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37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"HEADER: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33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16.019000pt;mso-position-horizontal-relative:page;mso-position-vertical-relative:page;z-index:-944" coordorigin="723,1435" coordsize="10794,320">
            <v:group style="position:absolute;left:11512;top:1440;width:2;height:310" coordorigin="11512,1440" coordsize="2,310">
              <v:shape style="position:absolute;left:11512;top:1440;width:2;height:310" coordorigin="11512,1440" coordsize="0,310" path="m11512,1440l11512,1750e" filled="f" stroked="t" strokeweight=".5pt" strokecolor="#000000">
                <v:path arrowok="t"/>
              </v:shape>
            </v:group>
            <v:group style="position:absolute;left:728;top:1750;width:10784;height:2" coordorigin="728,1750" coordsize="10784,2">
              <v:shape style="position:absolute;left:728;top:1750;width:10784;height:2" coordorigin="728,1750" coordsize="10784,0" path="m733,1750l11517,1750e" filled="f" stroked="t" strokeweight=".5pt" strokecolor="#000000">
                <v:path arrowok="t"/>
              </v:shape>
            </v:group>
            <v:group style="position:absolute;left:728;top:1440;width:2;height:310" coordorigin="728,1440" coordsize="2,310">
              <v:shape style="position:absolute;left:728;top:1440;width:2;height:310" coordorigin="728,1440" coordsize="0,310" path="m728,1440l728,175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95.768997pt;width:539.718009pt;height:145.137999pt;mso-position-horizontal-relative:page;mso-position-vertical-relative:page;z-index:-943" coordorigin="723,1915" coordsize="10794,2903">
            <v:group style="position:absolute;left:728;top:1920;width:10784;height:2" coordorigin="728,1920" coordsize="10784,2">
              <v:shape style="position:absolute;left:728;top:1920;width:10784;height:2" coordorigin="728,1920" coordsize="10784,0" path="m733,1920l11517,1920e" filled="f" stroked="t" strokeweight=".5pt" strokecolor="#000000">
                <v:path arrowok="t"/>
              </v:shape>
            </v:group>
            <v:group style="position:absolute;left:11512;top:1920;width:2;height:2893" coordorigin="11512,1920" coordsize="2,2893">
              <v:shape style="position:absolute;left:11512;top:1920;width:2;height:2893" coordorigin="11512,1920" coordsize="0,2893" path="m11512,1925l11512,4818e" filled="f" stroked="t" strokeweight=".5pt" strokecolor="#000000">
                <v:path arrowok="t"/>
              </v:shape>
            </v:group>
            <v:group style="position:absolute;left:728;top:4813;width:10784;height:2" coordorigin="728,4813" coordsize="10784,2">
              <v:shape style="position:absolute;left:728;top:4813;width:10784;height:2" coordorigin="728,4813" coordsize="10784,0" path="m733,4813l11517,4813e" filled="f" stroked="t" strokeweight=".5pt" strokecolor="#000000">
                <v:path arrowok="t"/>
              </v:shape>
            </v:group>
            <v:group style="position:absolute;left:728;top:1920;width:2;height:2893" coordorigin="728,1920" coordsize="2,2893">
              <v:shape style="position:absolute;left:728;top:1920;width:2;height:2893" coordorigin="728,1920" coordsize="0,2893" path="m728,1925l728,481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48.906998pt;width:539.718009pt;height:145.138015pt;mso-position-horizontal-relative:page;mso-position-vertical-relative:page;z-index:-942" coordorigin="723,4978" coordsize="10794,2903">
            <v:group style="position:absolute;left:728;top:4983;width:10784;height:2" coordorigin="728,4983" coordsize="10784,2">
              <v:shape style="position:absolute;left:728;top:4983;width:10784;height:2" coordorigin="728,4983" coordsize="10784,0" path="m733,4983l11517,4983e" filled="f" stroked="t" strokeweight=".5pt" strokecolor="#000000">
                <v:path arrowok="t"/>
              </v:shape>
            </v:group>
            <v:group style="position:absolute;left:11512;top:4983;width:2;height:2893" coordorigin="11512,4983" coordsize="2,2893">
              <v:shape style="position:absolute;left:11512;top:4983;width:2;height:2893" coordorigin="11512,4983" coordsize="0,2893" path="m11512,4988l11512,7881e" filled="f" stroked="t" strokeweight=".5pt" strokecolor="#000000">
                <v:path arrowok="t"/>
              </v:shape>
            </v:group>
            <v:group style="position:absolute;left:728;top:7876;width:10784;height:2" coordorigin="728,7876" coordsize="10784,2">
              <v:shape style="position:absolute;left:728;top:7876;width:10784;height:2" coordorigin="728,7876" coordsize="10784,0" path="m733,7876l11517,7876e" filled="f" stroked="t" strokeweight=".5pt" strokecolor="#000000">
                <v:path arrowok="t"/>
              </v:shape>
            </v:group>
            <v:group style="position:absolute;left:728;top:4983;width:2;height:2893" coordorigin="728,4983" coordsize="2,2893">
              <v:shape style="position:absolute;left:728;top:4983;width:2;height:2893" coordorigin="728,4983" coordsize="0,2893" path="m728,4988l728,7881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02.045013pt;width:539.718009pt;height:154.737977pt;mso-position-horizontal-relative:page;mso-position-vertical-relative:page;z-index:-941" coordorigin="723,8041" coordsize="10794,3095">
            <v:group style="position:absolute;left:728;top:8046;width:10784;height:2" coordorigin="728,8046" coordsize="10784,2">
              <v:shape style="position:absolute;left:728;top:8046;width:10784;height:2" coordorigin="728,8046" coordsize="10784,0" path="m733,8046l11517,8046e" filled="f" stroked="t" strokeweight=".5pt" strokecolor="#000000">
                <v:path arrowok="t"/>
              </v:shape>
            </v:group>
            <v:group style="position:absolute;left:11512;top:8046;width:2;height:3085" coordorigin="11512,8046" coordsize="2,3085">
              <v:shape style="position:absolute;left:11512;top:8046;width:2;height:3085" coordorigin="11512,8046" coordsize="0,3085" path="m11512,8051l11512,11136e" filled="f" stroked="t" strokeweight=".5pt" strokecolor="#000000">
                <v:path arrowok="t"/>
              </v:shape>
            </v:group>
            <v:group style="position:absolute;left:728;top:11131;width:10784;height:2" coordorigin="728,11131" coordsize="10784,2">
              <v:shape style="position:absolute;left:728;top:11131;width:10784;height:2" coordorigin="728,11131" coordsize="10784,0" path="m733,11131l11517,11131e" filled="f" stroked="t" strokeweight=".5pt" strokecolor="#000000">
                <v:path arrowok="t"/>
              </v:shape>
            </v:group>
            <v:group style="position:absolute;left:728;top:8046;width:2;height:3085" coordorigin="728,8046" coordsize="2,3085">
              <v:shape style="position:absolute;left:728;top:8046;width:2;height:3085" coordorigin="728,8046" coordsize="0,3085" path="m728,8051l728,1113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64.78302pt;width:539.718009pt;height:145.138031pt;mso-position-horizontal-relative:page;mso-position-vertical-relative:page;z-index:-940" coordorigin="723,11296" coordsize="10794,2903">
            <v:group style="position:absolute;left:728;top:11301;width:10784;height:2" coordorigin="728,11301" coordsize="10784,2">
              <v:shape style="position:absolute;left:728;top:11301;width:10784;height:2" coordorigin="728,11301" coordsize="10784,0" path="m733,11301l11517,11301e" filled="f" stroked="t" strokeweight=".5pt" strokecolor="#000000">
                <v:path arrowok="t"/>
              </v:shape>
            </v:group>
            <v:group style="position:absolute;left:11512;top:11301;width:2;height:2893" coordorigin="11512,11301" coordsize="2,2893">
              <v:shape style="position:absolute;left:11512;top:11301;width:2;height:2893" coordorigin="11512,11301" coordsize="0,2893" path="m11512,11306l11512,14198e" filled="f" stroked="t" strokeweight=".5pt" strokecolor="#000000">
                <v:path arrowok="t"/>
              </v:shape>
            </v:group>
            <v:group style="position:absolute;left:728;top:14193;width:10784;height:2" coordorigin="728,14193" coordsize="10784,2">
              <v:shape style="position:absolute;left:728;top:14193;width:10784;height:2" coordorigin="728,14193" coordsize="10784,0" path="m733,14193l11517,14193e" filled="f" stroked="t" strokeweight=".5pt" strokecolor="#000000">
                <v:path arrowok="t"/>
              </v:shape>
            </v:group>
            <v:group style="position:absolute;left:728;top:11301;width:2;height:2893" coordorigin="728,11301" coordsize="2,2893">
              <v:shape style="position:absolute;left:728;top:11301;width:2;height:2893" coordorigin="728,11301" coordsize="0,2893" path="m728,11306l728,14198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Attachments: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QUANTITIES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ALSO"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0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"ROW:"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"5"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67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"COLUMN: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"1"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37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"HEADER: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default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33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67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72pt;width:539.718009pt;height:145.138pt;mso-position-horizontal-relative:page;mso-position-vertical-relative:page;z-index:-939" coordorigin="723,1440" coordsize="10794,2903">
            <v:group style="position:absolute;left:728;top:1445;width:10784;height:2" coordorigin="728,1445" coordsize="10784,2">
              <v:shape style="position:absolute;left:728;top:1445;width:10784;height:2" coordorigin="728,1445" coordsize="10784,0" path="m733,1445l11517,1445e" filled="f" stroked="t" strokeweight=".5pt" strokecolor="#000000">
                <v:path arrowok="t"/>
              </v:shape>
            </v:group>
            <v:group style="position:absolute;left:11512;top:1445;width:2;height:2893" coordorigin="11512,1445" coordsize="2,2893">
              <v:shape style="position:absolute;left:11512;top:1445;width:2;height:2893" coordorigin="11512,1445" coordsize="0,2893" path="m11512,1450l11512,4343e" filled="f" stroked="t" strokeweight=".5pt" strokecolor="#000000">
                <v:path arrowok="t"/>
              </v:shape>
            </v:group>
            <v:group style="position:absolute;left:728;top:4338;width:10784;height:2" coordorigin="728,4338" coordsize="10784,2">
              <v:shape style="position:absolute;left:728;top:4338;width:10784;height:2" coordorigin="728,4338" coordsize="10784,0" path="m733,4338l11517,4338e" filled="f" stroked="t" strokeweight=".5pt" strokecolor="#000000">
                <v:path arrowok="t"/>
              </v:shape>
            </v:group>
            <v:group style="position:absolute;left:728;top:1445;width:2;height:2893" coordorigin="728,1445" coordsize="2,2893">
              <v:shape style="position:absolute;left:728;top:1445;width:2;height:2893" coordorigin="728,1445" coordsize="0,2893" path="m728,1450l728,434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25.138pt;width:539.718009pt;height:145.138001pt;mso-position-horizontal-relative:page;mso-position-vertical-relative:page;z-index:-938" coordorigin="723,4503" coordsize="10794,2903">
            <v:group style="position:absolute;left:728;top:4508;width:10784;height:2" coordorigin="728,4508" coordsize="10784,2">
              <v:shape style="position:absolute;left:728;top:4508;width:10784;height:2" coordorigin="728,4508" coordsize="10784,0" path="m733,4508l11517,4508e" filled="f" stroked="t" strokeweight=".5pt" strokecolor="#000000">
                <v:path arrowok="t"/>
              </v:shape>
            </v:group>
            <v:group style="position:absolute;left:11512;top:4508;width:2;height:2893" coordorigin="11512,4508" coordsize="2,2893">
              <v:shape style="position:absolute;left:11512;top:4508;width:2;height:2893" coordorigin="11512,4508" coordsize="0,2893" path="m11512,4513l11512,7406e" filled="f" stroked="t" strokeweight=".5pt" strokecolor="#000000">
                <v:path arrowok="t"/>
              </v:shape>
            </v:group>
            <v:group style="position:absolute;left:728;top:7401;width:10784;height:2" coordorigin="728,7401" coordsize="10784,2">
              <v:shape style="position:absolute;left:728;top:7401;width:10784;height:2" coordorigin="728,7401" coordsize="10784,0" path="m733,7401l11517,7401e" filled="f" stroked="t" strokeweight=".5pt" strokecolor="#000000">
                <v:path arrowok="t"/>
              </v:shape>
            </v:group>
            <v:group style="position:absolute;left:728;top:4508;width:2;height:2893" coordorigin="728,4508" coordsize="2,2893">
              <v:shape style="position:absolute;left:728;top:4508;width:2;height:2893" coordorigin="728,4508" coordsize="0,2893" path="m728,4513l728,740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78.276001pt;width:539.718009pt;height:145.138pt;mso-position-horizontal-relative:page;mso-position-vertical-relative:page;z-index:-937" coordorigin="723,7566" coordsize="10794,2903">
            <v:group style="position:absolute;left:728;top:7571;width:10784;height:2" coordorigin="728,7571" coordsize="10784,2">
              <v:shape style="position:absolute;left:728;top:7571;width:10784;height:2" coordorigin="728,7571" coordsize="10784,0" path="m733,7571l11517,7571e" filled="f" stroked="t" strokeweight=".5pt" strokecolor="#000000">
                <v:path arrowok="t"/>
              </v:shape>
            </v:group>
            <v:group style="position:absolute;left:11512;top:7571;width:2;height:2893" coordorigin="11512,7571" coordsize="2,2893">
              <v:shape style="position:absolute;left:11512;top:7571;width:2;height:2893" coordorigin="11512,7571" coordsize="0,2893" path="m11512,7576l11512,10468e" filled="f" stroked="t" strokeweight=".5pt" strokecolor="#000000">
                <v:path arrowok="t"/>
              </v:shape>
            </v:group>
            <v:group style="position:absolute;left:728;top:10463;width:10784;height:2" coordorigin="728,10463" coordsize="10784,2">
              <v:shape style="position:absolute;left:728;top:10463;width:10784;height:2" coordorigin="728,10463" coordsize="10784,0" path="m733,10463l11517,10463e" filled="f" stroked="t" strokeweight=".5pt" strokecolor="#000000">
                <v:path arrowok="t"/>
              </v:shape>
            </v:group>
            <v:group style="position:absolute;left:728;top:7571;width:2;height:2893" coordorigin="728,7571" coordsize="2,2893">
              <v:shape style="position:absolute;left:728;top:7571;width:2;height:2893" coordorigin="728,7571" coordsize="0,2893" path="m728,7576l728,1046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31.414001pt;width:539.718009pt;height:145.138001pt;mso-position-horizontal-relative:page;mso-position-vertical-relative:page;z-index:-936" coordorigin="723,10628" coordsize="10794,2903">
            <v:group style="position:absolute;left:728;top:10633;width:10784;height:2" coordorigin="728,10633" coordsize="10784,2">
              <v:shape style="position:absolute;left:728;top:10633;width:10784;height:2" coordorigin="728,10633" coordsize="10784,0" path="m733,10633l11517,10633e" filled="f" stroked="t" strokeweight=".5pt" strokecolor="#000000">
                <v:path arrowok="t"/>
              </v:shape>
            </v:group>
            <v:group style="position:absolute;left:11512;top:10633;width:2;height:2893" coordorigin="11512,10633" coordsize="2,2893">
              <v:shape style="position:absolute;left:11512;top:10633;width:2;height:2893" coordorigin="11512,10633" coordsize="0,2893" path="m11512,10638l11512,13531e" filled="f" stroked="t" strokeweight=".5pt" strokecolor="#000000">
                <v:path arrowok="t"/>
              </v:shape>
            </v:group>
            <v:group style="position:absolute;left:728;top:13526;width:10784;height:2" coordorigin="728,13526" coordsize="10784,2">
              <v:shape style="position:absolute;left:728;top:13526;width:10784;height:2" coordorigin="728,13526" coordsize="10784,0" path="m733,13526l11517,13526e" filled="f" stroked="t" strokeweight=".5pt" strokecolor="#000000">
                <v:path arrowok="t"/>
              </v:shape>
            </v:group>
            <v:group style="position:absolute;left:728;top:10633;width:2;height:2893" coordorigin="728,10633" coordsize="2,2893">
              <v:shape style="position:absolute;left:728;top:10633;width:2;height:2893" coordorigin="728,10633" coordsize="0,2893" path="m728,10638l728,13531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84.302002pt;width:539.718009pt;height:30.268982pt;mso-position-horizontal-relative:page;mso-position-vertical-relative:page;z-index:-935" coordorigin="723,13686" coordsize="10794,605">
            <v:group style="position:absolute;left:728;top:13696;width:10784;height:2" coordorigin="728,13696" coordsize="10784,2">
              <v:shape style="position:absolute;left:728;top:13696;width:10784;height:2" coordorigin="728,13696" coordsize="10784,0" path="m733,13696l11517,13696e" filled="f" stroked="t" strokeweight=".5pt" strokecolor="#000000">
                <v:path arrowok="t"/>
              </v:shape>
            </v:group>
            <v:group style="position:absolute;left:11512;top:13696;width:2;height:590" coordorigin="11512,13696" coordsize="2,590">
              <v:shape style="position:absolute;left:11512;top:13696;width:2;height:590" coordorigin="11512,13696" coordsize="0,590" path="m11512,13701l11512,14291e" filled="f" stroked="t" strokeweight=".5pt" strokecolor="#000000">
                <v:path arrowok="t"/>
              </v:shape>
            </v:group>
            <v:group style="position:absolute;left:728;top:13696;width:2;height:590" coordorigin="728,13696" coordsize="2,590">
              <v:shape style="position:absolute;left:728;top:13696;width:2;height:590" coordorigin="728,13696" coordsize="0,590" path="m728,13701l728,14291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continue.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43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key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ORZ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CBOC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12.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27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modifications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previous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"REMOVE"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34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"Items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Row"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sub-menu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"ROW"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07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"ROW:"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48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107.619003pt;mso-position-horizontal-relative:page;mso-position-vertical-relative:page;z-index:-934" coordorigin="723,1435" coordsize="10794,2152">
            <v:group style="position:absolute;left:11512;top:1440;width:2;height:2142" coordorigin="11512,1440" coordsize="2,2142">
              <v:shape style="position:absolute;left:11512;top:1440;width:2;height:2142" coordorigin="11512,1440" coordsize="0,2142" path="m11512,1440l11512,3582e" filled="f" stroked="t" strokeweight=".5pt" strokecolor="#000000">
                <v:path arrowok="t"/>
              </v:shape>
            </v:group>
            <v:group style="position:absolute;left:728;top:3582;width:10784;height:2" coordorigin="728,3582" coordsize="10784,2">
              <v:shape style="position:absolute;left:728;top:3582;width:10784;height:2" coordorigin="728,3582" coordsize="10784,0" path="m733,3582l11517,3582e" filled="f" stroked="t" strokeweight=".5pt" strokecolor="#000000">
                <v:path arrowok="t"/>
              </v:shape>
            </v:group>
            <v:group style="position:absolute;left:728;top:1440;width:2;height:2142" coordorigin="728,1440" coordsize="2,2142">
              <v:shape style="position:absolute;left:728;top:1440;width:2;height:2142" coordorigin="728,1440" coordsize="0,2142" path="m728,1440l728,358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87.369003pt;width:539.718009pt;height:145.137986pt;mso-position-horizontal-relative:page;mso-position-vertical-relative:page;z-index:-933" coordorigin="723,3747" coordsize="10794,2903">
            <v:group style="position:absolute;left:728;top:3752;width:10784;height:2" coordorigin="728,3752" coordsize="10784,2">
              <v:shape style="position:absolute;left:728;top:3752;width:10784;height:2" coordorigin="728,3752" coordsize="10784,0" path="m733,3752l11517,3752e" filled="f" stroked="t" strokeweight=".5pt" strokecolor="#000000">
                <v:path arrowok="t"/>
              </v:shape>
            </v:group>
            <v:group style="position:absolute;left:11512;top:3752;width:2;height:2893" coordorigin="11512,3752" coordsize="2,2893">
              <v:shape style="position:absolute;left:11512;top:3752;width:2;height:2893" coordorigin="11512,3752" coordsize="0,2893" path="m11512,3757l11512,6650e" filled="f" stroked="t" strokeweight=".5pt" strokecolor="#000000">
                <v:path arrowok="t"/>
              </v:shape>
            </v:group>
            <v:group style="position:absolute;left:728;top:6645;width:10784;height:2" coordorigin="728,6645" coordsize="10784,2">
              <v:shape style="position:absolute;left:728;top:6645;width:10784;height:2" coordorigin="728,6645" coordsize="10784,0" path="m733,6645l11517,6645e" filled="f" stroked="t" strokeweight=".5pt" strokecolor="#000000">
                <v:path arrowok="t"/>
              </v:shape>
            </v:group>
            <v:group style="position:absolute;left:728;top:3752;width:2;height:2893" coordorigin="728,3752" coordsize="2,2893">
              <v:shape style="position:absolute;left:728;top:3752;width:2;height:2893" coordorigin="728,3752" coordsize="0,2893" path="m728,3757l728,665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40.506989pt;width:539.718009pt;height:145.138pt;mso-position-horizontal-relative:page;mso-position-vertical-relative:page;z-index:-932" coordorigin="723,6810" coordsize="10794,2903">
            <v:group style="position:absolute;left:728;top:6815;width:10784;height:2" coordorigin="728,6815" coordsize="10784,2">
              <v:shape style="position:absolute;left:728;top:6815;width:10784;height:2" coordorigin="728,6815" coordsize="10784,0" path="m733,6815l11517,6815e" filled="f" stroked="t" strokeweight=".5pt" strokecolor="#000000">
                <v:path arrowok="t"/>
              </v:shape>
            </v:group>
            <v:group style="position:absolute;left:11512;top:6815;width:2;height:2893" coordorigin="11512,6815" coordsize="2,2893">
              <v:shape style="position:absolute;left:11512;top:6815;width:2;height:2893" coordorigin="11512,6815" coordsize="0,2893" path="m11512,6820l11512,9713e" filled="f" stroked="t" strokeweight=".5pt" strokecolor="#000000">
                <v:path arrowok="t"/>
              </v:shape>
            </v:group>
            <v:group style="position:absolute;left:728;top:9708;width:10784;height:2" coordorigin="728,9708" coordsize="10784,2">
              <v:shape style="position:absolute;left:728;top:9708;width:10784;height:2" coordorigin="728,9708" coordsize="10784,0" path="m733,9708l11517,9708e" filled="f" stroked="t" strokeweight=".5pt" strokecolor="#000000">
                <v:path arrowok="t"/>
              </v:shape>
            </v:group>
            <v:group style="position:absolute;left:728;top:6815;width:2;height:2893" coordorigin="728,6815" coordsize="2,2893">
              <v:shape style="position:absolute;left:728;top:6815;width:2;height:2893" coordorigin="728,6815" coordsize="0,2893" path="m728,6820l728,971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93.644989pt;width:539.718009pt;height:145.138031pt;mso-position-horizontal-relative:page;mso-position-vertical-relative:page;z-index:-931" coordorigin="723,9873" coordsize="10794,2903">
            <v:group style="position:absolute;left:728;top:9878;width:10784;height:2" coordorigin="728,9878" coordsize="10784,2">
              <v:shape style="position:absolute;left:728;top:9878;width:10784;height:2" coordorigin="728,9878" coordsize="10784,0" path="m733,9878l11517,9878e" filled="f" stroked="t" strokeweight=".5pt" strokecolor="#000000">
                <v:path arrowok="t"/>
              </v:shape>
            </v:group>
            <v:group style="position:absolute;left:11512;top:9878;width:2;height:2893" coordorigin="11512,9878" coordsize="2,2893">
              <v:shape style="position:absolute;left:11512;top:9878;width:2;height:2893" coordorigin="11512,9878" coordsize="0,2893" path="m11512,9883l11512,12776e" filled="f" stroked="t" strokeweight=".5pt" strokecolor="#000000">
                <v:path arrowok="t"/>
              </v:shape>
            </v:group>
            <v:group style="position:absolute;left:728;top:12771;width:10784;height:2" coordorigin="728,12771" coordsize="10784,2">
              <v:shape style="position:absolute;left:728;top:12771;width:10784;height:2" coordorigin="728,12771" coordsize="10784,0" path="m733,12771l11517,12771e" filled="f" stroked="t" strokeweight=".5pt" strokecolor="#000000">
                <v:path arrowok="t"/>
              </v:shape>
            </v:group>
            <v:group style="position:absolute;left:728;top:9878;width:2;height:2893" coordorigin="728,9878" coordsize="2,2893">
              <v:shape style="position:absolute;left:728;top:9878;width:2;height:2893" coordorigin="728,9878" coordsize="0,2893" path="m728,9883l728,1277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46.53302pt;width:539.718009pt;height:61.468994pt;mso-position-horizontal-relative:page;mso-position-vertical-relative:page;z-index:-930" coordorigin="723,12931" coordsize="10794,1229">
            <v:group style="position:absolute;left:728;top:12941;width:10784;height:2" coordorigin="728,12941" coordsize="10784,2">
              <v:shape style="position:absolute;left:728;top:12941;width:10784;height:2" coordorigin="728,12941" coordsize="10784,0" path="m733,12941l11517,12941e" filled="f" stroked="t" strokeweight=".5pt" strokecolor="#000000">
                <v:path arrowok="t"/>
              </v:shape>
            </v:group>
            <v:group style="position:absolute;left:11512;top:12941;width:2;height:1214" coordorigin="11512,12941" coordsize="2,1214">
              <v:shape style="position:absolute;left:11512;top:12941;width:2;height:1214" coordorigin="11512,12941" coordsize="0,1214" path="m11512,12946l11512,14160e" filled="f" stroked="t" strokeweight=".5pt" strokecolor="#000000">
                <v:path arrowok="t"/>
              </v:shape>
            </v:group>
            <v:group style="position:absolute;left:728;top:12941;width:2;height:1214" coordorigin="728,12941" coordsize="2,1214">
              <v:shape style="position:absolute;left:728;top:12941;width:2;height:1214" coordorigin="728,12941" coordsize="0,1214" path="m728,12946l728,14160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"4"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20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remove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items?"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"Y"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595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you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want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shift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up?YES//"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"N"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69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Items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shifted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up.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ORZ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CBOC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without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modifications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12.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342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ORZ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CBOC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screen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without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modifications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step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12.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case.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66.819pt;mso-position-horizontal-relative:page;mso-position-vertical-relative:page;z-index:-929" coordorigin="723,1435" coordsize="10794,1336">
            <v:group style="position:absolute;left:11512;top:1440;width:2;height:1326" coordorigin="11512,1440" coordsize="2,1326">
              <v:shape style="position:absolute;left:11512;top:1440;width:2;height:1326" coordorigin="11512,1440" coordsize="0,1326" path="m11512,1440l11512,2766e" filled="f" stroked="t" strokeweight=".5pt" strokecolor="#000000">
                <v:path arrowok="t"/>
              </v:shape>
            </v:group>
            <v:group style="position:absolute;left:728;top:2766;width:10784;height:2" coordorigin="728,2766" coordsize="10784,2">
              <v:shape style="position:absolute;left:728;top:2766;width:10784;height:2" coordorigin="728,2766" coordsize="10784,0" path="m733,2766l11517,2766e" filled="f" stroked="t" strokeweight=".5pt" strokecolor="#000000">
                <v:path arrowok="t"/>
              </v:shape>
            </v:group>
            <v:group style="position:absolute;left:728;top:1440;width:2;height:1326" coordorigin="728,1440" coordsize="2,1326">
              <v:shape style="position:absolute;left:728;top:1440;width:2;height:1326" coordorigin="728,1440" coordsize="0,1326" path="m728,1440l728,276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170.768997pt;width:540.999001pt;height:15.000073pt;mso-position-horizontal-relative:page;mso-position-vertical-relative:page;z-index:-928" coordorigin="710,3415" coordsize="10820,300">
            <v:group style="position:absolute;left:725;top:3455;width:990;height:220" coordorigin="725,3455" coordsize="990,220">
              <v:shape style="position:absolute;left:725;top:3455;width:990;height:220" coordorigin="725,3455" coordsize="990,220" path="m725,3455l1715,3455,1715,3675,725,3675,725,3455e" filled="t" fillcolor="#E6E6E6" stroked="f">
                <v:path arrowok="t"/>
                <v:fill/>
              </v:shape>
            </v:group>
            <v:group style="position:absolute;left:717;top:3422;width:1003;height:2" coordorigin="717,3422" coordsize="1003,2">
              <v:shape style="position:absolute;left:717;top:3422;width:1003;height:2" coordorigin="717,3422" coordsize="1003,0" path="m718,3422l1722,3422e" filled="f" stroked="t" strokeweight=".666667pt" strokecolor="#E6E6E6">
                <v:path arrowok="t"/>
              </v:shape>
            </v:group>
            <v:group style="position:absolute;left:723;top:3449;width:993;height:2" coordorigin="723,3449" coordsize="993,2">
              <v:shape style="position:absolute;left:723;top:3449;width:993;height:2" coordorigin="723,3449" coordsize="993,0" path="m732,3449l1725,3449e" filled="f" stroked="t" strokeweight=".666667pt" strokecolor="#E6E6E6">
                <v:path arrowok="t"/>
              </v:shape>
            </v:group>
            <v:group style="position:absolute;left:723;top:3682;width:993;height:2" coordorigin="723,3682" coordsize="993,2">
              <v:shape style="position:absolute;left:723;top:3682;width:993;height:2" coordorigin="723,3682" coordsize="993,0" path="m727,3682l1720,3682e" filled="f" stroked="t" strokeweight=".666667pt" strokecolor="#E6E6E6">
                <v:path arrowok="t"/>
              </v:shape>
            </v:group>
            <v:group style="position:absolute;left:720;top:3435;width:2;height:260" coordorigin="720,3435" coordsize="2,260">
              <v:shape style="position:absolute;left:720;top:3435;width:2;height:260" coordorigin="720,3435" coordsize="0,260" path="m720,3455l720,3715e" filled="f" stroked="t" strokeweight=".5pt" strokecolor="#FFFFFF">
                <v:path arrowok="t"/>
              </v:shape>
            </v:group>
            <v:group style="position:absolute;left:1725;top:3455;width:2257;height:220" coordorigin="1725,3455" coordsize="2257,220">
              <v:shape style="position:absolute;left:1725;top:3455;width:2257;height:220" coordorigin="1725,3455" coordsize="2257,220" path="m1725,3455l3982,3455,3982,3675,1725,3675,1725,3455e" filled="t" fillcolor="#E6E6E6" stroked="f">
                <v:path arrowok="t"/>
                <v:fill/>
              </v:shape>
            </v:group>
            <v:group style="position:absolute;left:1720;top:3422;width:2267;height:2" coordorigin="1720,3422" coordsize="2267,2">
              <v:shape style="position:absolute;left:1720;top:3422;width:2267;height:2" coordorigin="1720,3422" coordsize="2267,0" path="m1720,3422l3987,3422e" filled="f" stroked="t" strokeweight=".666667pt" strokecolor="#E6E6E6">
                <v:path arrowok="t"/>
              </v:shape>
            </v:group>
            <v:group style="position:absolute;left:1723;top:3449;width:2260;height:2" coordorigin="1723,3449" coordsize="2260,2">
              <v:shape style="position:absolute;left:1723;top:3449;width:2260;height:2" coordorigin="1723,3449" coordsize="2260,0" path="m1727,3449l3987,3449e" filled="f" stroked="t" strokeweight=".666667pt" strokecolor="#E6E6E6">
                <v:path arrowok="t"/>
              </v:shape>
            </v:group>
            <v:group style="position:absolute;left:1723;top:3682;width:2260;height:2" coordorigin="1723,3682" coordsize="2260,2">
              <v:shape style="position:absolute;left:1723;top:3682;width:2260;height:2" coordorigin="1723,3682" coordsize="2260,0" path="m1727,3682l3987,3682e" filled="f" stroked="t" strokeweight=".666667pt" strokecolor="#E6E6E6">
                <v:path arrowok="t"/>
              </v:shape>
            </v:group>
            <v:group style="position:absolute;left:3992;top:3455;width:2990;height:220" coordorigin="3992,3455" coordsize="2990,220">
              <v:shape style="position:absolute;left:3992;top:3455;width:2990;height:220" coordorigin="3992,3455" coordsize="2990,220" path="m3992,3455l6982,3455,6982,3675,3992,3675,3992,3455e" filled="t" fillcolor="#E6E6E6" stroked="f">
                <v:path arrowok="t"/>
                <v:fill/>
              </v:shape>
            </v:group>
            <v:group style="position:absolute;left:3987;top:3422;width:3000;height:2" coordorigin="3987,3422" coordsize="3000,2">
              <v:shape style="position:absolute;left:3987;top:3422;width:3000;height:2" coordorigin="3987,3422" coordsize="3000,0" path="m3987,3422l6987,3422e" filled="f" stroked="t" strokeweight=".666667pt" strokecolor="#E6E6E6">
                <v:path arrowok="t"/>
              </v:shape>
            </v:group>
            <v:group style="position:absolute;left:3990;top:3449;width:2993;height:2" coordorigin="3990,3449" coordsize="2993,2">
              <v:shape style="position:absolute;left:3990;top:3449;width:2993;height:2" coordorigin="3990,3449" coordsize="2993,0" path="m3993,3449l6987,3449e" filled="f" stroked="t" strokeweight=".666667pt" strokecolor="#E6E6E6">
                <v:path arrowok="t"/>
              </v:shape>
            </v:group>
            <v:group style="position:absolute;left:3990;top:3682;width:2993;height:2" coordorigin="3990,3682" coordsize="2993,2">
              <v:shape style="position:absolute;left:3990;top:3682;width:2993;height:2" coordorigin="3990,3682" coordsize="2993,0" path="m3993,3682l6987,3682e" filled="f" stroked="t" strokeweight=".666667pt" strokecolor="#E6E6E6">
                <v:path arrowok="t"/>
              </v:shape>
            </v:group>
            <v:group style="position:absolute;left:6992;top:3455;width:2257;height:220" coordorigin="6992,3455" coordsize="2257,220">
              <v:shape style="position:absolute;left:6992;top:3455;width:2257;height:220" coordorigin="6992,3455" coordsize="2257,220" path="m6992,3455l9248,3455,9248,3675,6992,3675,6992,3455e" filled="t" fillcolor="#E6E6E6" stroked="f">
                <v:path arrowok="t"/>
                <v:fill/>
              </v:shape>
            </v:group>
            <v:group style="position:absolute;left:6987;top:3422;width:2267;height:2" coordorigin="6987,3422" coordsize="2267,2">
              <v:shape style="position:absolute;left:6987;top:3422;width:2267;height:2" coordorigin="6987,3422" coordsize="2267,0" path="m6987,3422l9253,3422e" filled="f" stroked="t" strokeweight=".666667pt" strokecolor="#E6E6E6">
                <v:path arrowok="t"/>
              </v:shape>
            </v:group>
            <v:group style="position:absolute;left:6990;top:3449;width:2260;height:2" coordorigin="6990,3449" coordsize="2260,2">
              <v:shape style="position:absolute;left:6990;top:3449;width:2260;height:2" coordorigin="6990,3449" coordsize="2260,0" path="m6993,3449l9253,3449e" filled="f" stroked="t" strokeweight=".666667pt" strokecolor="#E6E6E6">
                <v:path arrowok="t"/>
              </v:shape>
            </v:group>
            <v:group style="position:absolute;left:6990;top:3682;width:2260;height:2" coordorigin="6990,3682" coordsize="2260,2">
              <v:shape style="position:absolute;left:6990;top:3682;width:2260;height:2" coordorigin="6990,3682" coordsize="2260,0" path="m6993,3682l9253,3682e" filled="f" stroked="t" strokeweight=".666667pt" strokecolor="#E6E6E6">
                <v:path arrowok="t"/>
              </v:shape>
            </v:group>
            <v:group style="position:absolute;left:9258;top:3455;width:2257;height:220" coordorigin="9258,3455" coordsize="2257,220">
              <v:shape style="position:absolute;left:9258;top:3455;width:2257;height:220" coordorigin="9258,3455" coordsize="2257,220" path="m9258,3455l11515,3455,11515,3675,9258,3675,9258,3455e" filled="t" fillcolor="#E6E6E6" stroked="f">
                <v:path arrowok="t"/>
                <v:fill/>
              </v:shape>
            </v:group>
            <v:group style="position:absolute;left:9253;top:3422;width:2270;height:2" coordorigin="9253,3422" coordsize="2270,2">
              <v:shape style="position:absolute;left:9253;top:3422;width:2270;height:2" coordorigin="9253,3422" coordsize="2270,0" path="m9253,3422l11523,3422e" filled="f" stroked="t" strokeweight=".666667pt" strokecolor="#E6E6E6">
                <v:path arrowok="t"/>
              </v:shape>
            </v:group>
            <v:group style="position:absolute;left:9257;top:3449;width:2260;height:2" coordorigin="9257,3449" coordsize="2260,2">
              <v:shape style="position:absolute;left:9257;top:3449;width:2260;height:2" coordorigin="9257,3449" coordsize="2260,0" path="m9260,3449l11520,3449e" filled="f" stroked="t" strokeweight=".666667pt" strokecolor="#E6E6E6">
                <v:path arrowok="t"/>
              </v:shape>
            </v:group>
            <v:group style="position:absolute;left:11520;top:3435;width:2;height:260" coordorigin="11520,3435" coordsize="2,260">
              <v:shape style="position:absolute;left:11520;top:3435;width:2;height:260" coordorigin="11520,3435" coordsize="0,260" path="m11520,3455l11520,3715e" filled="f" stroked="t" strokeweight=".5pt" strokecolor="#FFFFFF">
                <v:path arrowok="t"/>
              </v:shape>
            </v:group>
            <v:group style="position:absolute;left:9257;top:3682;width:2260;height:2" coordorigin="9257,3682" coordsize="2260,2">
              <v:shape style="position:absolute;left:9257;top:3682;width:2260;height:2" coordorigin="9257,3682" coordsize="2260,0" path="m9260,3682l11520,3682e" filled="f" stroked="t" strokeweight=".666667pt" strokecolor="#E6E6E6">
                <v:path arrowok="t"/>
              </v:shape>
            </v:group>
            <v:group style="position:absolute;left:720;top:3709;width:10800;height:2" coordorigin="720,3709" coordsize="10800,2">
              <v:shape style="position:absolute;left:720;top:3709;width:10800;height:2" coordorigin="720,3709" coordsize="10800,0" path="m720,3709l11520,3709e" filled="f" stroked="t" strokeweight=".666721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2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39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1200" w:val="left"/>
          <w:tab w:pos="3460" w:val="left"/>
          <w:tab w:pos="6460" w:val="left"/>
          <w:tab w:pos="87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sectPr>
      <w:pgMar w:header="0" w:footer="979" w:top="1340" w:bottom="1160" w:left="620" w:right="94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981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323997pt;margin-top:737.782104pt;width:469.352022pt;height:8pt;mso-position-horizontal-relative:page;mso-position-vertical-relative:page;z-index:-980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https://your_server.vha.domain.ext:9443/jazz/service/com.ibm.rqm.integration.service.IIntegrationService/resources/VIP+%28QM%29/testsuite/urn:com.ibm.rqm:testsuite:3145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979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655998pt;margin-top:737.782104pt;width:472.688022pt;height:8pt;mso-position-horizontal-relative:page;mso-position-vertical-relative:page;z-index:-978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https://your_server.vha.domain.ext:9443/jazz/service/com.ibm.rqm.integration.service.IIntegrationService/resources/VIP+%28QM%29/testcase/urn:com.ibm.rqm:testcase:92359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977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.986pt;margin-top:737.782104pt;width:508.028024pt;height:8pt;mso-position-horizontal-relative:page;mso-position-vertical-relative:page;z-index:-976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https://your_server.vha.domain.ext:9443/jazz/service/com.ibm.rqm.integration.service.IIntegrationService/resources/VIP+%28QM%29/executionscript/urn:com.ibm.rqm:executionscript:83525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s://your_server.vha.domain.ext:9443/jazz/service/com.ibm.rqm.integration.service.IIntegrationService/resources/VIP%2B%28QM%29/testsuite/urn%3Acom.ibm.rqm%3Atestsuite%3A3145" TargetMode="External"/><Relationship Id="rId8" Type="http://schemas.openxmlformats.org/officeDocument/2006/relationships/image" Target="media/image2.png"/><Relationship Id="rId9" Type="http://schemas.openxmlformats.org/officeDocument/2006/relationships/hyperlink" Target="https://your_server.vha.domain.ext:9443/jazz/service/com.ibm.rqm.integration.service.IIntegrationService/resources/VIP%2B%28QM%29/testplan/urn%3Acom.ibm.rqm%3Atestplan%3A3659" TargetMode="Externa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s://your_server.vha.domain.ext:9443/jazz/service/com.ibm.rqm.integration.service.IIntegrationService/resources/VIP%2B%28QM%29/testcase/urn%3Acom.ibm.rqm%3Atestcase%3A92359" TargetMode="External"/><Relationship Id="rId13" Type="http://schemas.openxmlformats.org/officeDocument/2006/relationships/hyperlink" Target="https://your_server.vha.domain.ext:9443/jazz/service/com.ibm.rqm.integration.service.IIntegrationService/resources/VIP%2B%28QM%29/testcase/urn%3Acom.ibm.rqm%3Atestcase%3A92359" TargetMode="External"/><Relationship Id="rId14" Type="http://schemas.openxmlformats.org/officeDocument/2006/relationships/hyperlink" Target="https://your_server.vha.domain.ext:9443/jazz/service/com.ibm.rqm.integration.service.IIntegrationService/resources/VIP%2B%28QM%29/testcase/urn%3Acom.ibm.rqm%3Atestcase%3A92359" TargetMode="External"/><Relationship Id="rId15" Type="http://schemas.openxmlformats.org/officeDocument/2006/relationships/hyperlink" Target="https://your_server.vha.domain.ext:9443/jazz/service/com.ibm.rqm.integration.service.IIntegrationService/resources/VIP%2B%28QM%29/configuration/TE1089" TargetMode="External"/><Relationship Id="rId16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525" TargetMode="External"/><Relationship Id="rId17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525" TargetMode="External"/><Relationship Id="rId18" Type="http://schemas.openxmlformats.org/officeDocument/2006/relationships/footer" Target="footer2.xml"/><Relationship Id="rId19" Type="http://schemas.openxmlformats.org/officeDocument/2006/relationships/image" Target="media/image5.png"/><Relationship Id="rId20" Type="http://schemas.openxmlformats.org/officeDocument/2006/relationships/hyperlink" Target="https://your_server.vha.domain.ext:9443/jazz/service/com.ibm.rqm.integration.service.IIntegrationService/resources/VIP%2B%28QM%29/testcase/urn%3Acom.ibm.rqm%3Atestcase%3A92359" TargetMode="External"/><Relationship Id="rId21" Type="http://schemas.openxmlformats.org/officeDocument/2006/relationships/image" Target="media/image6.png"/><Relationship Id="rId22" Type="http://schemas.openxmlformats.org/officeDocument/2006/relationships/image" Target="media/image7.png"/><Relationship Id="rId23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525" TargetMode="External"/><Relationship Id="rId24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525" TargetMode="External"/><Relationship Id="rId25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525" TargetMode="External"/><Relationship Id="rId26" Type="http://schemas.openxmlformats.org/officeDocument/2006/relationships/footer" Target="footer3.xml"/><Relationship Id="rId27" Type="http://schemas.openxmlformats.org/officeDocument/2006/relationships/image" Target="media/image8.png"/><Relationship Id="rId28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525" TargetMode="Externa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testsuite/urn%3Acom.ibm.rqm%3Atestsuite%3A3145" TargetMode="External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testcase/urn%3Acom.ibm.rqm%3Atestcase%3A92359" TargetMode="External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525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2016-04-29T10:07:31Z</dcterms:created>
  <dcterms:modified xsi:type="dcterms:W3CDTF">2016-04-29T10:07:31Z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2015-11-18T00:00:00Z</vt:filetime>
  </property>
  <property fmtid="{D5CDD505-2E9C-101B-9397-08002B2CF9AE}" pid="3" name="LastSaved">
    <vt:filetime>2016-04-29T00:00:00Z</vt:filetime>
  </property>
</Properties>
</file>